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C05" w:rsidRDefault="00BF0C05" w:rsidP="00EB080C">
      <w:pPr>
        <w:tabs>
          <w:tab w:val="left" w:pos="2625"/>
        </w:tabs>
        <w:spacing w:line="500" w:lineRule="exact"/>
        <w:rPr>
          <w:rFonts w:ascii="黑体" w:eastAsia="黑体" w:cs="黑体"/>
          <w:sz w:val="32"/>
          <w:szCs w:val="32"/>
        </w:rPr>
      </w:pPr>
    </w:p>
    <w:p w:rsidR="00EB080C" w:rsidRPr="00EB080C" w:rsidRDefault="00EB080C" w:rsidP="00EB080C">
      <w:pPr>
        <w:widowControl/>
        <w:tabs>
          <w:tab w:val="clear" w:pos="0"/>
        </w:tabs>
        <w:adjustRightInd/>
        <w:snapToGrid/>
        <w:spacing w:line="500" w:lineRule="exact"/>
        <w:rPr>
          <w:rFonts w:ascii="方正小标宋简体" w:eastAsia="方正小标宋简体" w:hAnsi="宋体"/>
          <w:kern w:val="0"/>
        </w:rPr>
      </w:pPr>
    </w:p>
    <w:p w:rsidR="00BF0C05" w:rsidRDefault="00BF0C05" w:rsidP="00EB080C">
      <w:pPr>
        <w:spacing w:line="500" w:lineRule="exact"/>
        <w:jc w:val="center"/>
        <w:rPr>
          <w:rFonts w:ascii="方正小标宋简体" w:eastAsia="方正小标宋简体" w:hAnsi="宋体"/>
          <w:kern w:val="0"/>
          <w:sz w:val="36"/>
          <w:szCs w:val="36"/>
        </w:rPr>
      </w:pPr>
      <w:r w:rsidRPr="00B2019D">
        <w:rPr>
          <w:rFonts w:ascii="方正小标宋简体" w:eastAsia="方正小标宋简体" w:hAnsi="宋体" w:cs="方正小标宋简体"/>
          <w:kern w:val="0"/>
          <w:sz w:val="36"/>
          <w:szCs w:val="36"/>
          <w:u w:val="single"/>
        </w:rPr>
        <w:t xml:space="preserve">                     </w:t>
      </w:r>
      <w:r w:rsidRPr="00B2019D">
        <w:rPr>
          <w:rFonts w:ascii="方正小标宋简体" w:eastAsia="方正小标宋简体" w:hAnsi="宋体" w:cs="方正小标宋简体" w:hint="eastAsia"/>
          <w:kern w:val="0"/>
          <w:sz w:val="36"/>
          <w:szCs w:val="36"/>
        </w:rPr>
        <w:t>学院</w:t>
      </w:r>
      <w:r w:rsidR="00F27A75" w:rsidRPr="00B2019D">
        <w:rPr>
          <w:rFonts w:ascii="方正小标宋简体" w:eastAsia="方正小标宋简体" w:hAnsi="宋体" w:cs="方正小标宋简体" w:hint="eastAsia"/>
          <w:kern w:val="0"/>
          <w:sz w:val="36"/>
          <w:szCs w:val="36"/>
        </w:rPr>
        <w:t xml:space="preserve"> </w:t>
      </w:r>
      <w:r w:rsidRPr="00B2019D">
        <w:rPr>
          <w:rFonts w:ascii="方正小标宋简体" w:eastAsia="方正小标宋简体" w:hAnsi="宋体" w:cs="方正小标宋简体" w:hint="eastAsia"/>
          <w:kern w:val="0"/>
          <w:sz w:val="36"/>
          <w:szCs w:val="36"/>
        </w:rPr>
        <w:t>“大学生创新创业训练计划”推荐项目汇总表</w:t>
      </w:r>
    </w:p>
    <w:p w:rsidR="00BF0C05" w:rsidRDefault="00BF0C05" w:rsidP="00EB080C">
      <w:pPr>
        <w:widowControl/>
        <w:tabs>
          <w:tab w:val="clear" w:pos="0"/>
        </w:tabs>
        <w:adjustRightInd/>
        <w:snapToGrid/>
        <w:spacing w:line="500" w:lineRule="exact"/>
        <w:rPr>
          <w:rFonts w:ascii="方正小标宋简体" w:eastAsia="方正小标宋简体" w:hAnsi="宋体"/>
          <w:kern w:val="0"/>
        </w:rPr>
      </w:pPr>
    </w:p>
    <w:p w:rsidR="00BF0C05" w:rsidRPr="00776171" w:rsidRDefault="00BF0C05" w:rsidP="00A72410">
      <w:pPr>
        <w:widowControl/>
        <w:tabs>
          <w:tab w:val="clear" w:pos="0"/>
        </w:tabs>
        <w:adjustRightInd/>
        <w:snapToGrid/>
        <w:spacing w:line="400" w:lineRule="exact"/>
        <w:rPr>
          <w:rFonts w:ascii="仿宋_GB2312" w:eastAsia="仿宋_GB2312" w:hAnsi="宋体"/>
          <w:kern w:val="0"/>
        </w:rPr>
      </w:pPr>
      <w:r w:rsidRPr="00776171">
        <w:rPr>
          <w:rFonts w:ascii="仿宋_GB2312" w:eastAsia="仿宋_GB2312" w:hAnsi="宋体" w:cs="仿宋_GB2312" w:hint="eastAsia"/>
          <w:kern w:val="0"/>
        </w:rPr>
        <w:t>项目归类：</w:t>
      </w:r>
      <w:r w:rsidRPr="00776171">
        <w:rPr>
          <w:rFonts w:ascii="仿宋_GB2312" w:eastAsia="仿宋_GB2312" w:hAnsi="宋体" w:cs="仿宋_GB2312"/>
          <w:kern w:val="0"/>
        </w:rPr>
        <w:t>A</w:t>
      </w:r>
      <w:r w:rsidRPr="00776171">
        <w:rPr>
          <w:rFonts w:ascii="仿宋_GB2312" w:eastAsia="仿宋_GB2312" w:hAnsi="宋体" w:cs="仿宋_GB2312" w:hint="eastAsia"/>
          <w:kern w:val="0"/>
        </w:rPr>
        <w:t>类</w:t>
      </w:r>
      <w:r w:rsidRPr="00776171">
        <w:rPr>
          <w:rFonts w:ascii="仿宋_GB2312" w:eastAsia="仿宋_GB2312" w:hAnsi="宋体" w:cs="仿宋_GB2312"/>
          <w:kern w:val="0"/>
        </w:rPr>
        <w:t xml:space="preserve">    C</w:t>
      </w:r>
      <w:r w:rsidRPr="00776171">
        <w:rPr>
          <w:rFonts w:ascii="仿宋_GB2312" w:eastAsia="仿宋_GB2312" w:hAnsi="宋体" w:cs="仿宋_GB2312" w:hint="eastAsia"/>
          <w:kern w:val="0"/>
        </w:rPr>
        <w:t>类</w:t>
      </w:r>
      <w:r w:rsidRPr="00776171">
        <w:rPr>
          <w:rFonts w:ascii="仿宋_GB2312" w:eastAsia="仿宋_GB2312" w:hAnsi="宋体" w:cs="仿宋_GB2312"/>
          <w:kern w:val="0"/>
        </w:rPr>
        <w:t xml:space="preserve">    D</w:t>
      </w:r>
      <w:r w:rsidRPr="00776171">
        <w:rPr>
          <w:rFonts w:ascii="仿宋_GB2312" w:eastAsia="仿宋_GB2312" w:hAnsi="宋体" w:cs="仿宋_GB2312" w:hint="eastAsia"/>
          <w:kern w:val="0"/>
        </w:rPr>
        <w:t>类</w:t>
      </w:r>
    </w:p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768"/>
        <w:gridCol w:w="1227"/>
        <w:gridCol w:w="1134"/>
        <w:gridCol w:w="1275"/>
        <w:gridCol w:w="1417"/>
        <w:gridCol w:w="851"/>
        <w:gridCol w:w="1417"/>
        <w:gridCol w:w="1114"/>
        <w:gridCol w:w="1622"/>
      </w:tblGrid>
      <w:tr w:rsidR="00BF0C05" w:rsidRPr="000467C0">
        <w:trPr>
          <w:trHeight w:val="28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2655D7" w:rsidRDefault="00BF0C05" w:rsidP="00C82E4B">
            <w:pPr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2655D7" w:rsidRDefault="00BF0C05" w:rsidP="00C82E4B">
            <w:pPr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2655D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5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C05" w:rsidRDefault="00BF0C05" w:rsidP="00C82E4B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2655D7" w:rsidRDefault="00BF0C05" w:rsidP="00C82E4B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2655D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参与</w:t>
            </w:r>
          </w:p>
          <w:p w:rsidR="00BF0C05" w:rsidRPr="002655D7" w:rsidRDefault="00BF0C05" w:rsidP="00C82E4B">
            <w:pPr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2655D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人数</w:t>
            </w:r>
          </w:p>
        </w:tc>
        <w:tc>
          <w:tcPr>
            <w:tcW w:w="4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Default="00BF0C05" w:rsidP="00C82E4B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指导教师</w:t>
            </w:r>
          </w:p>
        </w:tc>
      </w:tr>
      <w:tr w:rsidR="00BF0C05" w:rsidRPr="000467C0">
        <w:trPr>
          <w:trHeight w:val="285"/>
          <w:jc w:val="center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2655D7" w:rsidRDefault="00BF0C05" w:rsidP="00C82E4B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2655D7" w:rsidRDefault="00BF0C05" w:rsidP="00C82E4B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2655D7" w:rsidRDefault="00BF0C05" w:rsidP="00C82E4B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2655D7" w:rsidRDefault="00BF0C05" w:rsidP="00C82E4B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2655D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C05" w:rsidRDefault="00BF0C05" w:rsidP="00C82AC6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班级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2655D7" w:rsidRDefault="00BF0C05" w:rsidP="00C82AC6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2655D7" w:rsidRDefault="00BF0C05" w:rsidP="00C82E4B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2655D7" w:rsidRDefault="00BF0C05" w:rsidP="00C82E4B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2655D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2655D7" w:rsidRDefault="00BF0C05" w:rsidP="00C82E4B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2655D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2655D7" w:rsidRDefault="00BF0C05" w:rsidP="00C82AC6">
            <w:pPr>
              <w:widowControl/>
              <w:tabs>
                <w:tab w:val="clear" w:pos="0"/>
              </w:tabs>
              <w:adjustRightInd/>
              <w:snapToGrid/>
              <w:spacing w:line="4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联系电话</w:t>
            </w:r>
          </w:p>
        </w:tc>
      </w:tr>
      <w:tr w:rsidR="00BF0C05" w:rsidRPr="000467C0" w:rsidTr="00A63DB4">
        <w:trPr>
          <w:trHeight w:val="25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BF0C05" w:rsidRPr="008D6DC0" w:rsidTr="00A63DB4">
        <w:trPr>
          <w:trHeight w:val="25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BF0C05" w:rsidRPr="008D6DC0" w:rsidTr="00A63DB4">
        <w:trPr>
          <w:trHeight w:val="25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BF0C05" w:rsidRPr="008D6DC0" w:rsidTr="00A63DB4">
        <w:trPr>
          <w:trHeight w:val="25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BF0C05" w:rsidRPr="008D6DC0" w:rsidTr="00A63DB4">
        <w:trPr>
          <w:trHeight w:val="25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BF0C05" w:rsidRPr="008D6DC0" w:rsidTr="00A63DB4">
        <w:trPr>
          <w:trHeight w:val="25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F0C05" w:rsidRPr="000467C0" w:rsidRDefault="00BF0C05" w:rsidP="000E69DF">
            <w:pPr>
              <w:widowControl/>
              <w:tabs>
                <w:tab w:val="clear" w:pos="0"/>
              </w:tabs>
              <w:adjustRightInd/>
              <w:snapToGrid/>
              <w:spacing w:line="500" w:lineRule="exac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</w:tbl>
    <w:p w:rsidR="00BF0C05" w:rsidRDefault="00BF0C05" w:rsidP="00A546FF">
      <w:pPr>
        <w:spacing w:line="520" w:lineRule="exact"/>
        <w:rPr>
          <w:rFonts w:ascii="仿宋_GB2312" w:eastAsia="仿宋_GB2312" w:hAnsi="宋体"/>
          <w:kern w:val="0"/>
          <w:sz w:val="24"/>
          <w:szCs w:val="24"/>
        </w:rPr>
      </w:pPr>
      <w:r w:rsidRPr="002D04DF">
        <w:rPr>
          <w:rFonts w:ascii="仿宋_GB2312" w:eastAsia="仿宋_GB2312" w:hAnsi="宋体" w:cs="仿宋_GB2312" w:hint="eastAsia"/>
          <w:kern w:val="0"/>
          <w:sz w:val="24"/>
          <w:szCs w:val="24"/>
        </w:rPr>
        <w:t>注：</w:t>
      </w:r>
      <w:r>
        <w:rPr>
          <w:rFonts w:ascii="仿宋_GB2312" w:eastAsia="仿宋_GB2312" w:hAnsi="宋体" w:cs="仿宋_GB2312"/>
          <w:kern w:val="0"/>
          <w:sz w:val="24"/>
          <w:szCs w:val="24"/>
        </w:rPr>
        <w:t>1.</w:t>
      </w:r>
      <w:r w:rsidRPr="002D04DF">
        <w:rPr>
          <w:rFonts w:ascii="仿宋_GB2312" w:eastAsia="仿宋_GB2312" w:hAnsi="宋体" w:cs="仿宋_GB2312" w:hint="eastAsia"/>
          <w:kern w:val="0"/>
          <w:sz w:val="24"/>
          <w:szCs w:val="24"/>
        </w:rPr>
        <w:t>此表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提交纸质版和</w:t>
      </w:r>
      <w:r>
        <w:rPr>
          <w:rFonts w:ascii="仿宋_GB2312" w:eastAsia="仿宋_GB2312" w:hAnsi="宋体" w:cs="仿宋_GB2312"/>
          <w:kern w:val="0"/>
          <w:sz w:val="24"/>
          <w:szCs w:val="24"/>
        </w:rPr>
        <w:t>Word</w:t>
      </w:r>
      <w:r w:rsidRPr="002D04DF">
        <w:rPr>
          <w:rFonts w:ascii="仿宋_GB2312" w:eastAsia="仿宋_GB2312" w:hAnsi="宋体" w:cs="仿宋_GB2312" w:hint="eastAsia"/>
          <w:kern w:val="0"/>
          <w:sz w:val="24"/>
          <w:szCs w:val="24"/>
        </w:rPr>
        <w:t>格式电子版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；</w:t>
      </w:r>
      <w:r w:rsidR="00E77191"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</w:t>
      </w:r>
      <w:r w:rsidR="00E77191">
        <w:rPr>
          <w:rFonts w:ascii="仿宋_GB2312" w:eastAsia="仿宋_GB2312" w:hAnsi="宋体" w:cs="仿宋_GB2312"/>
          <w:kern w:val="0"/>
          <w:sz w:val="24"/>
          <w:szCs w:val="24"/>
        </w:rPr>
        <w:t xml:space="preserve">     </w:t>
      </w:r>
      <w:r>
        <w:rPr>
          <w:rFonts w:ascii="仿宋_GB2312" w:eastAsia="仿宋_GB2312" w:hAnsi="宋体" w:cs="仿宋_GB2312"/>
          <w:kern w:val="0"/>
          <w:sz w:val="24"/>
          <w:szCs w:val="24"/>
        </w:rPr>
        <w:t>2.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此表项目排序以及填写内容与附件</w:t>
      </w:r>
      <w:r w:rsidR="00AF3221">
        <w:rPr>
          <w:rFonts w:ascii="仿宋_GB2312" w:eastAsia="仿宋_GB2312" w:hAnsi="宋体" w:cs="仿宋_GB2312" w:hint="eastAsia"/>
          <w:kern w:val="0"/>
          <w:sz w:val="24"/>
          <w:szCs w:val="24"/>
        </w:rPr>
        <w:t>４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必须一致。</w:t>
      </w:r>
    </w:p>
    <w:p w:rsidR="00BF0C05" w:rsidRPr="0032654C" w:rsidRDefault="00BF0C05" w:rsidP="00ED0500">
      <w:pPr>
        <w:wordWrap w:val="0"/>
        <w:spacing w:line="360" w:lineRule="auto"/>
        <w:jc w:val="right"/>
        <w:rPr>
          <w:rFonts w:ascii="仿宋_GB2312" w:eastAsia="仿宋_GB2312" w:hAnsi="宋体"/>
          <w:kern w:val="0"/>
          <w:sz w:val="24"/>
          <w:szCs w:val="24"/>
        </w:rPr>
      </w:pPr>
      <w:bookmarkStart w:id="0" w:name="_GoBack"/>
      <w:bookmarkEnd w:id="0"/>
    </w:p>
    <w:p w:rsidR="00BF0C05" w:rsidRPr="00B2019D" w:rsidRDefault="00BF0C05" w:rsidP="00C14A99">
      <w:pPr>
        <w:wordWrap w:val="0"/>
        <w:spacing w:line="360" w:lineRule="auto"/>
        <w:rPr>
          <w:rFonts w:ascii="仿宋_GB2312" w:eastAsia="仿宋_GB2312" w:hAnsi="宋体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学院主管领导签字：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            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学院公章：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                              </w:t>
      </w:r>
      <w:r w:rsidRPr="00B2019D">
        <w:rPr>
          <w:rFonts w:ascii="仿宋_GB2312" w:eastAsia="仿宋_GB2312" w:hAnsi="宋体" w:cs="仿宋_GB2312" w:hint="eastAsia"/>
          <w:kern w:val="0"/>
          <w:sz w:val="24"/>
          <w:szCs w:val="24"/>
        </w:rPr>
        <w:t>填报日期：</w:t>
      </w:r>
      <w:r w:rsidR="00A63DB4">
        <w:rPr>
          <w:rFonts w:ascii="仿宋_GB2312" w:eastAsia="仿宋_GB2312" w:hAnsi="宋体" w:cs="仿宋_GB2312"/>
          <w:kern w:val="0"/>
          <w:sz w:val="24"/>
          <w:szCs w:val="24"/>
        </w:rPr>
        <w:t xml:space="preserve">  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年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</w:t>
      </w:r>
      <w:r w:rsidR="006817D2"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月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日</w:t>
      </w:r>
    </w:p>
    <w:sectPr w:rsidR="00BF0C05" w:rsidRPr="00B2019D" w:rsidSect="00470B8D">
      <w:footerReference w:type="default" r:id="rId7"/>
      <w:pgSz w:w="16838" w:h="11906" w:orient="landscape" w:code="9"/>
      <w:pgMar w:top="1531" w:right="2041" w:bottom="1402" w:left="2041" w:header="851" w:footer="170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1E3" w:rsidRDefault="00C571E3">
      <w:r>
        <w:separator/>
      </w:r>
    </w:p>
  </w:endnote>
  <w:endnote w:type="continuationSeparator" w:id="0">
    <w:p w:rsidR="00C571E3" w:rsidRDefault="00C57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55C" w:rsidRDefault="0011355C" w:rsidP="00BF0C05">
    <w:pPr>
      <w:pStyle w:val="a5"/>
      <w:framePr w:wrap="auto" w:vAnchor="text" w:hAnchor="margin" w:xAlign="outside" w:y="1"/>
      <w:ind w:leftChars="140" w:left="392" w:rightChars="140" w:right="392"/>
      <w:rPr>
        <w:rStyle w:val="a7"/>
        <w:rFonts w:ascii="宋体"/>
        <w:sz w:val="28"/>
        <w:szCs w:val="28"/>
      </w:rPr>
    </w:pPr>
    <w:r>
      <w:rPr>
        <w:rStyle w:val="a7"/>
        <w:rFonts w:ascii="仿宋_GB2312"/>
        <w:sz w:val="24"/>
        <w:szCs w:val="24"/>
      </w:rPr>
      <w:t>—</w:t>
    </w:r>
    <w:r>
      <w:rPr>
        <w:rStyle w:val="a7"/>
        <w:rFonts w:ascii="仿宋_GB2312" w:cs="仿宋_GB2312"/>
        <w:sz w:val="24"/>
        <w:szCs w:val="24"/>
      </w:rPr>
      <w:t xml:space="preserve"> </w:t>
    </w:r>
    <w:r w:rsidR="009D3E3E">
      <w:rPr>
        <w:rStyle w:val="a7"/>
        <w:rFonts w:ascii="宋体" w:hAnsi="宋体" w:cs="宋体"/>
        <w:sz w:val="24"/>
        <w:szCs w:val="24"/>
      </w:rPr>
      <w:fldChar w:fldCharType="begin"/>
    </w:r>
    <w:r>
      <w:rPr>
        <w:rStyle w:val="a7"/>
        <w:rFonts w:ascii="宋体" w:hAnsi="宋体" w:cs="宋体"/>
        <w:sz w:val="24"/>
        <w:szCs w:val="24"/>
      </w:rPr>
      <w:instrText xml:space="preserve">PAGE  </w:instrText>
    </w:r>
    <w:r w:rsidR="009D3E3E">
      <w:rPr>
        <w:rStyle w:val="a7"/>
        <w:rFonts w:ascii="宋体" w:hAnsi="宋体" w:cs="宋体"/>
        <w:sz w:val="24"/>
        <w:szCs w:val="24"/>
      </w:rPr>
      <w:fldChar w:fldCharType="separate"/>
    </w:r>
    <w:r w:rsidR="00AF3221">
      <w:rPr>
        <w:rStyle w:val="a7"/>
        <w:rFonts w:ascii="宋体" w:hAnsi="宋体" w:cs="宋体"/>
        <w:noProof/>
        <w:sz w:val="24"/>
        <w:szCs w:val="24"/>
      </w:rPr>
      <w:t>1</w:t>
    </w:r>
    <w:r w:rsidR="009D3E3E">
      <w:rPr>
        <w:rStyle w:val="a7"/>
        <w:rFonts w:ascii="宋体" w:hAnsi="宋体" w:cs="宋体"/>
        <w:sz w:val="24"/>
        <w:szCs w:val="24"/>
      </w:rPr>
      <w:fldChar w:fldCharType="end"/>
    </w:r>
    <w:r>
      <w:rPr>
        <w:rStyle w:val="a7"/>
        <w:rFonts w:ascii="仿宋_GB2312" w:cs="仿宋_GB2312"/>
        <w:sz w:val="24"/>
        <w:szCs w:val="24"/>
      </w:rPr>
      <w:t xml:space="preserve"> </w:t>
    </w:r>
    <w:r>
      <w:rPr>
        <w:rStyle w:val="a7"/>
        <w:rFonts w:ascii="仿宋_GB2312"/>
        <w:sz w:val="24"/>
        <w:szCs w:val="24"/>
      </w:rPr>
      <w:t>—</w:t>
    </w:r>
  </w:p>
  <w:p w:rsidR="0011355C" w:rsidRDefault="0011355C">
    <w:pPr>
      <w:pStyle w:val="a5"/>
      <w:framePr w:hSpace="227" w:wrap="auto" w:vAnchor="page" w:hAnchor="page" w:x="1532" w:yAlign="top"/>
      <w:ind w:right="360" w:firstLine="360"/>
      <w:rPr>
        <w:rStyle w:val="a7"/>
      </w:rPr>
    </w:pPr>
  </w:p>
  <w:p w:rsidR="0011355C" w:rsidRDefault="0011355C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1E3" w:rsidRDefault="00C571E3">
      <w:r>
        <w:separator/>
      </w:r>
    </w:p>
  </w:footnote>
  <w:footnote w:type="continuationSeparator" w:id="0">
    <w:p w:rsidR="00C571E3" w:rsidRDefault="00C57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B209C"/>
    <w:multiLevelType w:val="hybridMultilevel"/>
    <w:tmpl w:val="1D885CFE"/>
    <w:lvl w:ilvl="0" w:tplc="D9B69E9C">
      <w:start w:val="1"/>
      <w:numFmt w:val="japaneseCounting"/>
      <w:lvlText w:val="%1、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1" w:tplc="EDA67C04">
      <w:start w:val="1"/>
      <w:numFmt w:val="decimal"/>
      <w:lvlText w:val="%2、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04284E"/>
    <w:rsid w:val="000015FE"/>
    <w:rsid w:val="00006051"/>
    <w:rsid w:val="00007F6D"/>
    <w:rsid w:val="000101A0"/>
    <w:rsid w:val="00025787"/>
    <w:rsid w:val="00032A10"/>
    <w:rsid w:val="0004284E"/>
    <w:rsid w:val="00044A57"/>
    <w:rsid w:val="000467C0"/>
    <w:rsid w:val="000539FD"/>
    <w:rsid w:val="00060174"/>
    <w:rsid w:val="00064DBA"/>
    <w:rsid w:val="00070E41"/>
    <w:rsid w:val="000964D0"/>
    <w:rsid w:val="000A3C13"/>
    <w:rsid w:val="000A59CF"/>
    <w:rsid w:val="000B5ED6"/>
    <w:rsid w:val="000C1FA5"/>
    <w:rsid w:val="000C3D19"/>
    <w:rsid w:val="000C5521"/>
    <w:rsid w:val="000D0117"/>
    <w:rsid w:val="000D51C9"/>
    <w:rsid w:val="000E394E"/>
    <w:rsid w:val="000E4266"/>
    <w:rsid w:val="000E69DF"/>
    <w:rsid w:val="000E75FF"/>
    <w:rsid w:val="000F6185"/>
    <w:rsid w:val="000F69A1"/>
    <w:rsid w:val="001128C5"/>
    <w:rsid w:val="00112F62"/>
    <w:rsid w:val="0011355C"/>
    <w:rsid w:val="001241F1"/>
    <w:rsid w:val="00132F5D"/>
    <w:rsid w:val="00133158"/>
    <w:rsid w:val="001332A7"/>
    <w:rsid w:val="00134B3E"/>
    <w:rsid w:val="001641B6"/>
    <w:rsid w:val="00171D44"/>
    <w:rsid w:val="00176DA1"/>
    <w:rsid w:val="001844E6"/>
    <w:rsid w:val="001876A7"/>
    <w:rsid w:val="00194204"/>
    <w:rsid w:val="00196B85"/>
    <w:rsid w:val="001A260B"/>
    <w:rsid w:val="001A3735"/>
    <w:rsid w:val="001A7EA5"/>
    <w:rsid w:val="001B4164"/>
    <w:rsid w:val="001B5F9D"/>
    <w:rsid w:val="001C004A"/>
    <w:rsid w:val="001F2581"/>
    <w:rsid w:val="001F64E8"/>
    <w:rsid w:val="00204553"/>
    <w:rsid w:val="0020503E"/>
    <w:rsid w:val="00205653"/>
    <w:rsid w:val="00206139"/>
    <w:rsid w:val="00210F44"/>
    <w:rsid w:val="00212942"/>
    <w:rsid w:val="002212F2"/>
    <w:rsid w:val="002511C8"/>
    <w:rsid w:val="0025598E"/>
    <w:rsid w:val="00263F5E"/>
    <w:rsid w:val="002655D7"/>
    <w:rsid w:val="00271076"/>
    <w:rsid w:val="00277108"/>
    <w:rsid w:val="00281819"/>
    <w:rsid w:val="002818F9"/>
    <w:rsid w:val="00282BA8"/>
    <w:rsid w:val="00290234"/>
    <w:rsid w:val="002950B2"/>
    <w:rsid w:val="002A2199"/>
    <w:rsid w:val="002A6AF3"/>
    <w:rsid w:val="002B7FAB"/>
    <w:rsid w:val="002D04DF"/>
    <w:rsid w:val="002D2CE9"/>
    <w:rsid w:val="002E0C96"/>
    <w:rsid w:val="002E0D00"/>
    <w:rsid w:val="002E1A95"/>
    <w:rsid w:val="002F6997"/>
    <w:rsid w:val="003056F0"/>
    <w:rsid w:val="00306C82"/>
    <w:rsid w:val="00315F74"/>
    <w:rsid w:val="0032577B"/>
    <w:rsid w:val="0032654C"/>
    <w:rsid w:val="003307A0"/>
    <w:rsid w:val="00331543"/>
    <w:rsid w:val="00332360"/>
    <w:rsid w:val="00333DE6"/>
    <w:rsid w:val="00352A73"/>
    <w:rsid w:val="0035388F"/>
    <w:rsid w:val="00362757"/>
    <w:rsid w:val="00380E2F"/>
    <w:rsid w:val="0038275F"/>
    <w:rsid w:val="00382A1B"/>
    <w:rsid w:val="00391AEE"/>
    <w:rsid w:val="003A1211"/>
    <w:rsid w:val="003A4B25"/>
    <w:rsid w:val="003A60C8"/>
    <w:rsid w:val="003A7D96"/>
    <w:rsid w:val="003B17F5"/>
    <w:rsid w:val="003B5748"/>
    <w:rsid w:val="003B7B50"/>
    <w:rsid w:val="003C5F82"/>
    <w:rsid w:val="003C75C3"/>
    <w:rsid w:val="003F43F9"/>
    <w:rsid w:val="003F7E26"/>
    <w:rsid w:val="00400711"/>
    <w:rsid w:val="00401209"/>
    <w:rsid w:val="00401CC1"/>
    <w:rsid w:val="00412E90"/>
    <w:rsid w:val="0042141C"/>
    <w:rsid w:val="0042192E"/>
    <w:rsid w:val="00434371"/>
    <w:rsid w:val="0044605A"/>
    <w:rsid w:val="00447823"/>
    <w:rsid w:val="004623C7"/>
    <w:rsid w:val="00462C98"/>
    <w:rsid w:val="00464502"/>
    <w:rsid w:val="00470B8D"/>
    <w:rsid w:val="0048441C"/>
    <w:rsid w:val="00487FED"/>
    <w:rsid w:val="00492077"/>
    <w:rsid w:val="0049798B"/>
    <w:rsid w:val="00497BE6"/>
    <w:rsid w:val="004A3DBF"/>
    <w:rsid w:val="004B30E5"/>
    <w:rsid w:val="004C782A"/>
    <w:rsid w:val="004D09A8"/>
    <w:rsid w:val="004D31C2"/>
    <w:rsid w:val="005050A6"/>
    <w:rsid w:val="005109CF"/>
    <w:rsid w:val="005115D0"/>
    <w:rsid w:val="00527C7A"/>
    <w:rsid w:val="00533776"/>
    <w:rsid w:val="00542F04"/>
    <w:rsid w:val="00555653"/>
    <w:rsid w:val="00564E94"/>
    <w:rsid w:val="005678D0"/>
    <w:rsid w:val="00575A1F"/>
    <w:rsid w:val="00580B88"/>
    <w:rsid w:val="00582401"/>
    <w:rsid w:val="00585A29"/>
    <w:rsid w:val="00587DA1"/>
    <w:rsid w:val="00594DDF"/>
    <w:rsid w:val="005C7503"/>
    <w:rsid w:val="005D0BD0"/>
    <w:rsid w:val="005D7D07"/>
    <w:rsid w:val="005E3464"/>
    <w:rsid w:val="0060474E"/>
    <w:rsid w:val="0060617F"/>
    <w:rsid w:val="006101F2"/>
    <w:rsid w:val="00614F3B"/>
    <w:rsid w:val="006366E3"/>
    <w:rsid w:val="006405F1"/>
    <w:rsid w:val="0064098E"/>
    <w:rsid w:val="00643DB4"/>
    <w:rsid w:val="00645B2C"/>
    <w:rsid w:val="00650474"/>
    <w:rsid w:val="00652716"/>
    <w:rsid w:val="006573A3"/>
    <w:rsid w:val="006736A6"/>
    <w:rsid w:val="006817D2"/>
    <w:rsid w:val="006862B0"/>
    <w:rsid w:val="00695438"/>
    <w:rsid w:val="006968A0"/>
    <w:rsid w:val="006A212C"/>
    <w:rsid w:val="006A24F6"/>
    <w:rsid w:val="006A487B"/>
    <w:rsid w:val="006A49C8"/>
    <w:rsid w:val="006B23E7"/>
    <w:rsid w:val="006B3F45"/>
    <w:rsid w:val="006B4F4A"/>
    <w:rsid w:val="006B5248"/>
    <w:rsid w:val="006B6080"/>
    <w:rsid w:val="006D1BF9"/>
    <w:rsid w:val="006D6887"/>
    <w:rsid w:val="006D6E72"/>
    <w:rsid w:val="006E63AA"/>
    <w:rsid w:val="006F26B7"/>
    <w:rsid w:val="006F2DB7"/>
    <w:rsid w:val="007050B0"/>
    <w:rsid w:val="00717DCA"/>
    <w:rsid w:val="00720851"/>
    <w:rsid w:val="00725D50"/>
    <w:rsid w:val="00730907"/>
    <w:rsid w:val="0073361D"/>
    <w:rsid w:val="0074496A"/>
    <w:rsid w:val="0074619B"/>
    <w:rsid w:val="00765C51"/>
    <w:rsid w:val="00771C9A"/>
    <w:rsid w:val="00774EF7"/>
    <w:rsid w:val="00776171"/>
    <w:rsid w:val="0077782F"/>
    <w:rsid w:val="0077789C"/>
    <w:rsid w:val="007802D0"/>
    <w:rsid w:val="007979A6"/>
    <w:rsid w:val="007A2073"/>
    <w:rsid w:val="007B2107"/>
    <w:rsid w:val="007B2FFF"/>
    <w:rsid w:val="007B41F3"/>
    <w:rsid w:val="007B5F95"/>
    <w:rsid w:val="007B6F15"/>
    <w:rsid w:val="007C035A"/>
    <w:rsid w:val="007E6967"/>
    <w:rsid w:val="007F0255"/>
    <w:rsid w:val="007F7D71"/>
    <w:rsid w:val="00802160"/>
    <w:rsid w:val="00806014"/>
    <w:rsid w:val="00806114"/>
    <w:rsid w:val="008231E4"/>
    <w:rsid w:val="00831863"/>
    <w:rsid w:val="008338E9"/>
    <w:rsid w:val="00847E99"/>
    <w:rsid w:val="00863740"/>
    <w:rsid w:val="00883F4E"/>
    <w:rsid w:val="0089497C"/>
    <w:rsid w:val="00894A8B"/>
    <w:rsid w:val="008957FF"/>
    <w:rsid w:val="008B01FB"/>
    <w:rsid w:val="008B2684"/>
    <w:rsid w:val="008B3C61"/>
    <w:rsid w:val="008C2E2D"/>
    <w:rsid w:val="008C68A1"/>
    <w:rsid w:val="008D264A"/>
    <w:rsid w:val="008D6DC0"/>
    <w:rsid w:val="008E4F0C"/>
    <w:rsid w:val="008E6C27"/>
    <w:rsid w:val="008F063E"/>
    <w:rsid w:val="008F15D2"/>
    <w:rsid w:val="008F32D2"/>
    <w:rsid w:val="008F3F36"/>
    <w:rsid w:val="008F535E"/>
    <w:rsid w:val="008F6BDD"/>
    <w:rsid w:val="00902868"/>
    <w:rsid w:val="009052EA"/>
    <w:rsid w:val="00906EB9"/>
    <w:rsid w:val="00911B55"/>
    <w:rsid w:val="00920F1C"/>
    <w:rsid w:val="00924429"/>
    <w:rsid w:val="0092494C"/>
    <w:rsid w:val="00926DC1"/>
    <w:rsid w:val="00935D7B"/>
    <w:rsid w:val="00944B85"/>
    <w:rsid w:val="00950922"/>
    <w:rsid w:val="00962FC2"/>
    <w:rsid w:val="0096388C"/>
    <w:rsid w:val="00967A99"/>
    <w:rsid w:val="00972090"/>
    <w:rsid w:val="0097796B"/>
    <w:rsid w:val="00982980"/>
    <w:rsid w:val="0098709A"/>
    <w:rsid w:val="00993073"/>
    <w:rsid w:val="009932B8"/>
    <w:rsid w:val="0099416F"/>
    <w:rsid w:val="009A2F87"/>
    <w:rsid w:val="009A735C"/>
    <w:rsid w:val="009B5F17"/>
    <w:rsid w:val="009C0C82"/>
    <w:rsid w:val="009C4F1F"/>
    <w:rsid w:val="009D3E3E"/>
    <w:rsid w:val="009F3838"/>
    <w:rsid w:val="009F5319"/>
    <w:rsid w:val="009F55D9"/>
    <w:rsid w:val="009F736E"/>
    <w:rsid w:val="00A15107"/>
    <w:rsid w:val="00A25915"/>
    <w:rsid w:val="00A27B47"/>
    <w:rsid w:val="00A34D7C"/>
    <w:rsid w:val="00A36080"/>
    <w:rsid w:val="00A41E33"/>
    <w:rsid w:val="00A531FD"/>
    <w:rsid w:val="00A546FF"/>
    <w:rsid w:val="00A62912"/>
    <w:rsid w:val="00A63DB4"/>
    <w:rsid w:val="00A70362"/>
    <w:rsid w:val="00A70C28"/>
    <w:rsid w:val="00A72410"/>
    <w:rsid w:val="00A90C51"/>
    <w:rsid w:val="00A91106"/>
    <w:rsid w:val="00A940BC"/>
    <w:rsid w:val="00AA00E5"/>
    <w:rsid w:val="00AA54CE"/>
    <w:rsid w:val="00AA6CA3"/>
    <w:rsid w:val="00AC2DEF"/>
    <w:rsid w:val="00AC4B6F"/>
    <w:rsid w:val="00AD08E8"/>
    <w:rsid w:val="00AD2D4E"/>
    <w:rsid w:val="00AD3F9E"/>
    <w:rsid w:val="00AE029A"/>
    <w:rsid w:val="00AE4056"/>
    <w:rsid w:val="00AE795D"/>
    <w:rsid w:val="00AF3221"/>
    <w:rsid w:val="00B021DF"/>
    <w:rsid w:val="00B02351"/>
    <w:rsid w:val="00B13D79"/>
    <w:rsid w:val="00B2019D"/>
    <w:rsid w:val="00B2472C"/>
    <w:rsid w:val="00B25781"/>
    <w:rsid w:val="00B2594B"/>
    <w:rsid w:val="00B25A93"/>
    <w:rsid w:val="00B30BCB"/>
    <w:rsid w:val="00B32C9A"/>
    <w:rsid w:val="00B449C4"/>
    <w:rsid w:val="00B46145"/>
    <w:rsid w:val="00B56EAE"/>
    <w:rsid w:val="00B632AE"/>
    <w:rsid w:val="00B703E7"/>
    <w:rsid w:val="00B826B6"/>
    <w:rsid w:val="00B856B3"/>
    <w:rsid w:val="00B95578"/>
    <w:rsid w:val="00BA0E42"/>
    <w:rsid w:val="00BA6516"/>
    <w:rsid w:val="00BB1983"/>
    <w:rsid w:val="00BB289F"/>
    <w:rsid w:val="00BC32FE"/>
    <w:rsid w:val="00BC37A5"/>
    <w:rsid w:val="00BC79DA"/>
    <w:rsid w:val="00BD1567"/>
    <w:rsid w:val="00BD1AA1"/>
    <w:rsid w:val="00BE4193"/>
    <w:rsid w:val="00BE464E"/>
    <w:rsid w:val="00BE5974"/>
    <w:rsid w:val="00BF0C05"/>
    <w:rsid w:val="00BF1BCA"/>
    <w:rsid w:val="00BF7F62"/>
    <w:rsid w:val="00C14A99"/>
    <w:rsid w:val="00C14DC2"/>
    <w:rsid w:val="00C21A8E"/>
    <w:rsid w:val="00C2798A"/>
    <w:rsid w:val="00C32F30"/>
    <w:rsid w:val="00C43404"/>
    <w:rsid w:val="00C571E3"/>
    <w:rsid w:val="00C61FFA"/>
    <w:rsid w:val="00C63DBF"/>
    <w:rsid w:val="00C676A3"/>
    <w:rsid w:val="00C82AC6"/>
    <w:rsid w:val="00C82E4B"/>
    <w:rsid w:val="00C82F83"/>
    <w:rsid w:val="00C850DD"/>
    <w:rsid w:val="00C869E9"/>
    <w:rsid w:val="00C975FF"/>
    <w:rsid w:val="00C9780B"/>
    <w:rsid w:val="00CA0E50"/>
    <w:rsid w:val="00CB0288"/>
    <w:rsid w:val="00CB0671"/>
    <w:rsid w:val="00CB6614"/>
    <w:rsid w:val="00CC709E"/>
    <w:rsid w:val="00CE2A35"/>
    <w:rsid w:val="00CF2C8F"/>
    <w:rsid w:val="00D03A59"/>
    <w:rsid w:val="00D05A3A"/>
    <w:rsid w:val="00D05BEA"/>
    <w:rsid w:val="00D12121"/>
    <w:rsid w:val="00D1761B"/>
    <w:rsid w:val="00D17916"/>
    <w:rsid w:val="00D2485A"/>
    <w:rsid w:val="00D263D0"/>
    <w:rsid w:val="00D3622A"/>
    <w:rsid w:val="00D43A0D"/>
    <w:rsid w:val="00D51692"/>
    <w:rsid w:val="00D520CD"/>
    <w:rsid w:val="00D52390"/>
    <w:rsid w:val="00D52506"/>
    <w:rsid w:val="00D530E7"/>
    <w:rsid w:val="00D64FAC"/>
    <w:rsid w:val="00D76738"/>
    <w:rsid w:val="00D851D2"/>
    <w:rsid w:val="00D85582"/>
    <w:rsid w:val="00DA1B4C"/>
    <w:rsid w:val="00DA5EC7"/>
    <w:rsid w:val="00DB3C9F"/>
    <w:rsid w:val="00DC6974"/>
    <w:rsid w:val="00DD7753"/>
    <w:rsid w:val="00DE0760"/>
    <w:rsid w:val="00DE33DA"/>
    <w:rsid w:val="00DE528D"/>
    <w:rsid w:val="00E06A74"/>
    <w:rsid w:val="00E107B5"/>
    <w:rsid w:val="00E11831"/>
    <w:rsid w:val="00E25F88"/>
    <w:rsid w:val="00E27B64"/>
    <w:rsid w:val="00E3417D"/>
    <w:rsid w:val="00E40CA3"/>
    <w:rsid w:val="00E509F8"/>
    <w:rsid w:val="00E53F4B"/>
    <w:rsid w:val="00E601B1"/>
    <w:rsid w:val="00E64C22"/>
    <w:rsid w:val="00E65014"/>
    <w:rsid w:val="00E66237"/>
    <w:rsid w:val="00E710D7"/>
    <w:rsid w:val="00E71EF6"/>
    <w:rsid w:val="00E72AFE"/>
    <w:rsid w:val="00E74E8C"/>
    <w:rsid w:val="00E77191"/>
    <w:rsid w:val="00E8084A"/>
    <w:rsid w:val="00E90D66"/>
    <w:rsid w:val="00E91026"/>
    <w:rsid w:val="00E93668"/>
    <w:rsid w:val="00E96982"/>
    <w:rsid w:val="00E96F81"/>
    <w:rsid w:val="00EA4819"/>
    <w:rsid w:val="00EB080C"/>
    <w:rsid w:val="00EB4030"/>
    <w:rsid w:val="00EB624C"/>
    <w:rsid w:val="00EC0088"/>
    <w:rsid w:val="00ED0500"/>
    <w:rsid w:val="00EE005F"/>
    <w:rsid w:val="00F0140A"/>
    <w:rsid w:val="00F0466A"/>
    <w:rsid w:val="00F05335"/>
    <w:rsid w:val="00F05E46"/>
    <w:rsid w:val="00F10A94"/>
    <w:rsid w:val="00F12558"/>
    <w:rsid w:val="00F168E8"/>
    <w:rsid w:val="00F251F2"/>
    <w:rsid w:val="00F27A75"/>
    <w:rsid w:val="00F31013"/>
    <w:rsid w:val="00F31287"/>
    <w:rsid w:val="00F32E82"/>
    <w:rsid w:val="00F42114"/>
    <w:rsid w:val="00F4737C"/>
    <w:rsid w:val="00F62F28"/>
    <w:rsid w:val="00F65D62"/>
    <w:rsid w:val="00F67BB6"/>
    <w:rsid w:val="00F73026"/>
    <w:rsid w:val="00F825DD"/>
    <w:rsid w:val="00F903A1"/>
    <w:rsid w:val="00F93AEA"/>
    <w:rsid w:val="00F968CF"/>
    <w:rsid w:val="00FA5745"/>
    <w:rsid w:val="00FB0805"/>
    <w:rsid w:val="00FC0542"/>
    <w:rsid w:val="00FC1BED"/>
    <w:rsid w:val="00FD38F9"/>
    <w:rsid w:val="00FF28C2"/>
    <w:rsid w:val="00FF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08FD6CD6-1854-450B-839B-D3AC5FFB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DBF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520CD"/>
    <w:pPr>
      <w:spacing w:line="640" w:lineRule="atLeast"/>
    </w:pPr>
    <w:rPr>
      <w:rFonts w:eastAsia="仿宋_GB2312"/>
      <w:sz w:val="32"/>
      <w:szCs w:val="32"/>
    </w:rPr>
  </w:style>
  <w:style w:type="character" w:customStyle="1" w:styleId="a4">
    <w:name w:val="正文文本 字符"/>
    <w:basedOn w:val="a0"/>
    <w:link w:val="a3"/>
    <w:semiHidden/>
    <w:locked/>
    <w:rsid w:val="00E96982"/>
    <w:rPr>
      <w:rFonts w:cs="Times New Roman"/>
      <w:sz w:val="28"/>
      <w:szCs w:val="28"/>
    </w:rPr>
  </w:style>
  <w:style w:type="paragraph" w:styleId="a5">
    <w:name w:val="footer"/>
    <w:basedOn w:val="a"/>
    <w:link w:val="a6"/>
    <w:rsid w:val="00D520CD"/>
    <w:pPr>
      <w:tabs>
        <w:tab w:val="clear" w:pos="0"/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semiHidden/>
    <w:locked/>
    <w:rsid w:val="00E96982"/>
    <w:rPr>
      <w:rFonts w:cs="Times New Roman"/>
      <w:sz w:val="18"/>
      <w:szCs w:val="18"/>
    </w:rPr>
  </w:style>
  <w:style w:type="character" w:styleId="a7">
    <w:name w:val="page number"/>
    <w:basedOn w:val="a0"/>
    <w:rsid w:val="00D520CD"/>
    <w:rPr>
      <w:rFonts w:cs="Times New Roman"/>
    </w:rPr>
  </w:style>
  <w:style w:type="paragraph" w:customStyle="1" w:styleId="CharCharChar">
    <w:name w:val="Char Char Char"/>
    <w:basedOn w:val="a"/>
    <w:rsid w:val="0049798B"/>
    <w:pPr>
      <w:tabs>
        <w:tab w:val="clear" w:pos="0"/>
      </w:tabs>
      <w:adjustRightInd/>
      <w:snapToGrid/>
      <w:spacing w:line="240" w:lineRule="auto"/>
    </w:pPr>
    <w:rPr>
      <w:rFonts w:ascii="Tahoma" w:hAnsi="Tahoma" w:cs="Tahoma"/>
      <w:sz w:val="24"/>
      <w:szCs w:val="24"/>
    </w:rPr>
  </w:style>
  <w:style w:type="table" w:styleId="a8">
    <w:name w:val="Table Grid"/>
    <w:basedOn w:val="a1"/>
    <w:rsid w:val="00E3417D"/>
    <w:pPr>
      <w:widowControl w:val="0"/>
      <w:tabs>
        <w:tab w:val="left" w:pos="0"/>
      </w:tabs>
      <w:adjustRightInd w:val="0"/>
      <w:snapToGrid w:val="0"/>
      <w:spacing w:line="24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semiHidden/>
    <w:rsid w:val="002511C8"/>
    <w:rPr>
      <w:sz w:val="18"/>
      <w:szCs w:val="18"/>
    </w:rPr>
  </w:style>
  <w:style w:type="character" w:customStyle="1" w:styleId="aa">
    <w:name w:val="批注框文本 字符"/>
    <w:basedOn w:val="a0"/>
    <w:link w:val="a9"/>
    <w:semiHidden/>
    <w:locked/>
    <w:rsid w:val="00E96982"/>
    <w:rPr>
      <w:rFonts w:cs="Times New Roman"/>
      <w:sz w:val="2"/>
      <w:szCs w:val="2"/>
    </w:rPr>
  </w:style>
  <w:style w:type="paragraph" w:customStyle="1" w:styleId="Char">
    <w:name w:val="Char"/>
    <w:basedOn w:val="a"/>
    <w:semiHidden/>
    <w:rsid w:val="002E0D00"/>
    <w:pPr>
      <w:widowControl/>
      <w:tabs>
        <w:tab w:val="clear" w:pos="0"/>
      </w:tabs>
      <w:adjustRightInd/>
      <w:snapToGrid/>
      <w:spacing w:line="240" w:lineRule="auto"/>
      <w:ind w:firstLineChars="200" w:firstLine="420"/>
      <w:jc w:val="left"/>
    </w:pPr>
    <w:rPr>
      <w:rFonts w:hAnsi="宋体"/>
      <w:color w:val="000000"/>
      <w:sz w:val="21"/>
      <w:szCs w:val="21"/>
    </w:rPr>
  </w:style>
  <w:style w:type="character" w:styleId="ab">
    <w:name w:val="annotation reference"/>
    <w:basedOn w:val="a0"/>
    <w:semiHidden/>
    <w:rsid w:val="00F05335"/>
    <w:rPr>
      <w:rFonts w:cs="Times New Roman"/>
      <w:sz w:val="21"/>
      <w:szCs w:val="21"/>
    </w:rPr>
  </w:style>
  <w:style w:type="paragraph" w:styleId="ac">
    <w:name w:val="annotation text"/>
    <w:basedOn w:val="a"/>
    <w:link w:val="ad"/>
    <w:semiHidden/>
    <w:rsid w:val="00F05335"/>
    <w:pPr>
      <w:jc w:val="left"/>
    </w:pPr>
  </w:style>
  <w:style w:type="character" w:customStyle="1" w:styleId="ad">
    <w:name w:val="批注文字 字符"/>
    <w:basedOn w:val="a0"/>
    <w:link w:val="ac"/>
    <w:locked/>
    <w:rsid w:val="00F05335"/>
    <w:rPr>
      <w:rFonts w:cs="Times New Roman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semiHidden/>
    <w:rsid w:val="00F05335"/>
    <w:rPr>
      <w:b/>
      <w:bCs/>
    </w:rPr>
  </w:style>
  <w:style w:type="character" w:customStyle="1" w:styleId="af">
    <w:name w:val="批注主题 字符"/>
    <w:basedOn w:val="ad"/>
    <w:link w:val="ae"/>
    <w:locked/>
    <w:rsid w:val="00F05335"/>
    <w:rPr>
      <w:rFonts w:cs="Times New Roman"/>
      <w:b/>
      <w:bCs/>
      <w:kern w:val="2"/>
      <w:sz w:val="24"/>
      <w:szCs w:val="24"/>
    </w:rPr>
  </w:style>
  <w:style w:type="paragraph" w:styleId="af0">
    <w:name w:val="header"/>
    <w:basedOn w:val="a"/>
    <w:link w:val="af1"/>
    <w:rsid w:val="008B3C61"/>
    <w:pPr>
      <w:pBdr>
        <w:bottom w:val="single" w:sz="6" w:space="1" w:color="auto"/>
      </w:pBdr>
      <w:tabs>
        <w:tab w:val="clear" w:pos="0"/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locked/>
    <w:rsid w:val="008B3C61"/>
    <w:rPr>
      <w:rFonts w:cs="Times New Roman"/>
      <w:kern w:val="2"/>
      <w:sz w:val="18"/>
      <w:szCs w:val="18"/>
    </w:rPr>
  </w:style>
  <w:style w:type="character" w:styleId="af2">
    <w:name w:val="Strong"/>
    <w:basedOn w:val="a0"/>
    <w:qFormat/>
    <w:locked/>
    <w:rsid w:val="00E71EF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&#20140;&#21457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京发.dot</Template>
  <TotalTime>38</TotalTime>
  <Pages>1</Pages>
  <Words>47</Words>
  <Characters>272</Characters>
  <Application>Microsoft Office Word</Application>
  <DocSecurity>0</DocSecurity>
  <Lines>2</Lines>
  <Paragraphs>1</Paragraphs>
  <ScaleCrop>false</ScaleCrop>
  <Company>CUGB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中地大京发〔2005〕号</dc:title>
  <dc:creator>USER</dc:creator>
  <cp:lastModifiedBy>JWCZSB</cp:lastModifiedBy>
  <cp:revision>10</cp:revision>
  <cp:lastPrinted>2018-11-02T08:08:00Z</cp:lastPrinted>
  <dcterms:created xsi:type="dcterms:W3CDTF">2017-11-10T07:12:00Z</dcterms:created>
  <dcterms:modified xsi:type="dcterms:W3CDTF">2023-11-30T03:37:00Z</dcterms:modified>
</cp:coreProperties>
</file>