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5D8BB" w14:textId="77777777" w:rsidR="00590CB8" w:rsidRDefault="00590CB8">
      <w:pPr>
        <w:tabs>
          <w:tab w:val="left" w:pos="2625"/>
        </w:tabs>
        <w:spacing w:line="360" w:lineRule="atLeast"/>
        <w:rPr>
          <w:rFonts w:ascii="黑体" w:eastAsia="黑体"/>
          <w:sz w:val="32"/>
          <w:szCs w:val="32"/>
        </w:rPr>
      </w:pPr>
    </w:p>
    <w:p w14:paraId="6E483A66" w14:textId="0DEC56DB" w:rsidR="00590CB8" w:rsidRDefault="007B41FF">
      <w:pPr>
        <w:spacing w:beforeLines="100" w:before="312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>
        <w:rPr>
          <w:rFonts w:ascii="方正小标宋简体" w:eastAsia="方正小标宋简体" w:hAnsi="宋体" w:cs="宋体"/>
          <w:bCs/>
          <w:kern w:val="0"/>
          <w:sz w:val="36"/>
          <w:szCs w:val="36"/>
          <w:u w:val="single"/>
        </w:rPr>
        <w:t xml:space="preserve">                     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学院20</w:t>
      </w:r>
      <w:r w:rsidR="00B67678">
        <w:rPr>
          <w:rFonts w:ascii="方正小标宋简体" w:eastAsia="方正小标宋简体" w:hAnsi="宋体" w:cs="宋体"/>
          <w:bCs/>
          <w:kern w:val="0"/>
          <w:sz w:val="36"/>
          <w:szCs w:val="36"/>
        </w:rPr>
        <w:t>2</w:t>
      </w:r>
      <w:r w:rsidR="00085AB5">
        <w:rPr>
          <w:rFonts w:ascii="方正小标宋简体" w:eastAsia="方正小标宋简体" w:hAnsi="宋体" w:cs="宋体"/>
          <w:bCs/>
          <w:kern w:val="0"/>
          <w:sz w:val="36"/>
          <w:szCs w:val="36"/>
        </w:rPr>
        <w:t>5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年大学生创新创业训练计划项目中期检查结果汇总表</w:t>
      </w:r>
    </w:p>
    <w:p w14:paraId="63F54B4C" w14:textId="77777777" w:rsidR="00590CB8" w:rsidRPr="00631327" w:rsidRDefault="00590CB8">
      <w:pPr>
        <w:widowControl/>
        <w:tabs>
          <w:tab w:val="clear" w:pos="0"/>
        </w:tabs>
        <w:adjustRightInd/>
        <w:snapToGrid/>
        <w:spacing w:line="400" w:lineRule="exact"/>
        <w:rPr>
          <w:rFonts w:ascii="方正小标宋简体" w:eastAsia="方正小标宋简体" w:hAnsi="宋体" w:cs="宋体"/>
          <w:bCs/>
          <w:kern w:val="0"/>
          <w:szCs w:val="28"/>
        </w:rPr>
      </w:pPr>
    </w:p>
    <w:p w14:paraId="54568058" w14:textId="66A4A082" w:rsidR="00590CB8" w:rsidRDefault="007B41FF">
      <w:pPr>
        <w:widowControl/>
        <w:tabs>
          <w:tab w:val="clear" w:pos="0"/>
        </w:tabs>
        <w:adjustRightInd/>
        <w:snapToGrid/>
        <w:spacing w:line="400" w:lineRule="exact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项目归类：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类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 xml:space="preserve">    </w:t>
      </w:r>
      <w:r w:rsidR="008335E7"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C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类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 xml:space="preserve">   </w:t>
      </w:r>
      <w:r w:rsidR="008335E7"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D</w:t>
      </w:r>
      <w:r w:rsidR="008335E7"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类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 xml:space="preserve"> </w:t>
      </w:r>
    </w:p>
    <w:tbl>
      <w:tblPr>
        <w:tblW w:w="14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4394"/>
        <w:gridCol w:w="1701"/>
        <w:gridCol w:w="1415"/>
        <w:gridCol w:w="1349"/>
        <w:gridCol w:w="1701"/>
        <w:gridCol w:w="850"/>
        <w:gridCol w:w="1276"/>
        <w:gridCol w:w="1310"/>
      </w:tblGrid>
      <w:tr w:rsidR="00590CB8" w14:paraId="154C9E2F" w14:textId="77777777">
        <w:trPr>
          <w:trHeight w:val="285"/>
          <w:jc w:val="center"/>
        </w:trPr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58692BA" w14:textId="77777777" w:rsidR="00590CB8" w:rsidRDefault="007B41FF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排名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6B7AC7B" w14:textId="77777777" w:rsidR="00590CB8" w:rsidRDefault="007B41FF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6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F60CC64" w14:textId="77777777" w:rsidR="00590CB8" w:rsidRDefault="007B41FF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F8DECC6" w14:textId="77777777" w:rsidR="00590CB8" w:rsidRDefault="007B41FF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参与</w:t>
            </w:r>
          </w:p>
          <w:p w14:paraId="72C1369A" w14:textId="77777777" w:rsidR="00590CB8" w:rsidRDefault="007B41FF">
            <w:pPr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人数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958A781" w14:textId="77777777" w:rsidR="00590CB8" w:rsidRDefault="007B41FF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指导教师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1EFFEA" w14:textId="77777777" w:rsidR="00590CB8" w:rsidRDefault="007B41FF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检查结论</w:t>
            </w:r>
          </w:p>
        </w:tc>
      </w:tr>
      <w:tr w:rsidR="00590CB8" w14:paraId="4F93A9A8" w14:textId="77777777">
        <w:trPr>
          <w:trHeight w:val="285"/>
          <w:jc w:val="center"/>
        </w:trPr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75D3350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D864D6C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454D50A" w14:textId="77777777" w:rsidR="00590CB8" w:rsidRDefault="007B41FF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57DD24C" w14:textId="77777777" w:rsidR="00590CB8" w:rsidRDefault="007B41FF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学号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6F99C93" w14:textId="77777777" w:rsidR="00590CB8" w:rsidRDefault="007B41FF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班级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0F8B40D" w14:textId="77777777" w:rsidR="00590CB8" w:rsidRDefault="007B41FF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0205248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3015BCA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20BC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Theme="minorEastAsia" w:eastAsiaTheme="minorEastAsia" w:hAnsiTheme="minorEastAsia" w:cs="宋体"/>
                <w:bCs/>
                <w:kern w:val="0"/>
                <w:sz w:val="21"/>
                <w:szCs w:val="21"/>
              </w:rPr>
            </w:pPr>
          </w:p>
        </w:tc>
      </w:tr>
      <w:tr w:rsidR="00590CB8" w14:paraId="13E7854C" w14:textId="77777777">
        <w:trPr>
          <w:trHeight w:val="285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EE0784E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4744637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BB68BD0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1E909D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09EC02A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53EB8AA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23F2E72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CE59958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F3874D9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590CB8" w14:paraId="1C0CBC7E" w14:textId="77777777">
        <w:trPr>
          <w:trHeight w:val="285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3F16DA2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0079C18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EFC200E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966A309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18963F7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CCD072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2659DD4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F647D98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D33172C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590CB8" w14:paraId="14DDCB0B" w14:textId="77777777">
        <w:trPr>
          <w:trHeight w:val="285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FA7E885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78FF960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495EC785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190585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F58EBD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D71D72F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358D67A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228ED32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7208010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590CB8" w14:paraId="5B27446A" w14:textId="77777777">
        <w:trPr>
          <w:trHeight w:val="285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BC327AF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8D63161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C3110AF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159D720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E9EC064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478709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2141B6B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86CA5B8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B1E797A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590CB8" w14:paraId="119A223F" w14:textId="77777777">
        <w:trPr>
          <w:trHeight w:val="285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C788388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65AB6E6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1275BC3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F8293F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45334D1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71E3B73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DDB78A1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7AF87C4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73F8246B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  <w:tr w:rsidR="00590CB8" w14:paraId="4E29DE76" w14:textId="77777777">
        <w:trPr>
          <w:trHeight w:val="285"/>
          <w:jc w:val="center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61208AA6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3873F240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532142F6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12BCAC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FDCDC23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6F619C3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2A4708CF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0229C52B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14:paraId="177DBF8A" w14:textId="77777777" w:rsidR="00590CB8" w:rsidRDefault="00590CB8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</w:tr>
    </w:tbl>
    <w:p w14:paraId="374830BB" w14:textId="77777777" w:rsidR="00590CB8" w:rsidRDefault="007B41FF">
      <w:pPr>
        <w:spacing w:line="520" w:lineRule="exact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注：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1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>、此表提交纸质版和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Word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 xml:space="preserve">格式电子版； </w:t>
      </w:r>
      <w:r>
        <w:rPr>
          <w:rFonts w:asciiTheme="minorEastAsia" w:eastAsiaTheme="minorEastAsia" w:hAnsiTheme="minorEastAsia" w:cs="宋体"/>
          <w:bCs/>
          <w:kern w:val="0"/>
          <w:sz w:val="21"/>
          <w:szCs w:val="21"/>
        </w:rPr>
        <w:t>2</w:t>
      </w:r>
      <w:r>
        <w:rPr>
          <w:rFonts w:asciiTheme="minorEastAsia" w:eastAsiaTheme="minorEastAsia" w:hAnsiTheme="minorEastAsia" w:cs="宋体" w:hint="eastAsia"/>
          <w:bCs/>
          <w:kern w:val="0"/>
          <w:sz w:val="21"/>
          <w:szCs w:val="21"/>
        </w:rPr>
        <w:t xml:space="preserve">、中期检查结论为“合格”、“不合格”； </w:t>
      </w:r>
      <w:r>
        <w:rPr>
          <w:rFonts w:asciiTheme="minorEastAsia" w:eastAsiaTheme="minorEastAsia" w:hAnsiTheme="minorEastAsia" w:cs="宋体" w:hint="eastAsia"/>
          <w:b/>
          <w:bCs/>
          <w:kern w:val="0"/>
          <w:sz w:val="21"/>
          <w:szCs w:val="21"/>
        </w:rPr>
        <w:t>3、检查结论为“合格”的项目按照排名先后依次填写。</w:t>
      </w:r>
    </w:p>
    <w:p w14:paraId="678243EF" w14:textId="77777777" w:rsidR="00590CB8" w:rsidRDefault="00590CB8">
      <w:pPr>
        <w:spacing w:line="520" w:lineRule="exact"/>
        <w:rPr>
          <w:rFonts w:asciiTheme="minorEastAsia" w:eastAsiaTheme="minorEastAsia" w:hAnsiTheme="minorEastAsia" w:cs="宋体"/>
          <w:bCs/>
          <w:kern w:val="0"/>
          <w:sz w:val="21"/>
          <w:szCs w:val="21"/>
        </w:rPr>
      </w:pPr>
    </w:p>
    <w:p w14:paraId="0B75050A" w14:textId="77777777" w:rsidR="00590CB8" w:rsidRDefault="00590CB8">
      <w:pPr>
        <w:wordWrap w:val="0"/>
        <w:spacing w:line="360" w:lineRule="auto"/>
        <w:jc w:val="right"/>
        <w:rPr>
          <w:rFonts w:asciiTheme="minorEastAsia" w:eastAsiaTheme="minorEastAsia" w:hAnsiTheme="minorEastAsia" w:cs="宋体"/>
          <w:kern w:val="0"/>
          <w:sz w:val="21"/>
          <w:szCs w:val="21"/>
        </w:rPr>
      </w:pPr>
    </w:p>
    <w:p w14:paraId="234F029D" w14:textId="5331A19C" w:rsidR="00590CB8" w:rsidRDefault="007B41FF">
      <w:pPr>
        <w:wordWrap w:val="0"/>
        <w:spacing w:line="360" w:lineRule="auto"/>
        <w:jc w:val="right"/>
        <w:rPr>
          <w:rFonts w:ascii="仿宋_GB2312" w:eastAsia="仿宋_GB2312" w:cs="宋体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学院主管领导签字：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 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 xml:space="preserve">  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学院公章：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填报日期：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>20</w:t>
      </w:r>
      <w:r w:rsidR="00B67678">
        <w:rPr>
          <w:rFonts w:asciiTheme="minorEastAsia" w:eastAsiaTheme="minorEastAsia" w:hAnsiTheme="minorEastAsia" w:cs="宋体"/>
          <w:kern w:val="0"/>
          <w:sz w:val="21"/>
          <w:szCs w:val="21"/>
        </w:rPr>
        <w:t>2</w:t>
      </w:r>
      <w:r w:rsidR="00085AB5">
        <w:rPr>
          <w:rFonts w:asciiTheme="minorEastAsia" w:eastAsiaTheme="minorEastAsia" w:hAnsiTheme="minorEastAsia" w:cs="宋体"/>
          <w:kern w:val="0"/>
          <w:sz w:val="21"/>
          <w:szCs w:val="21"/>
        </w:rPr>
        <w:t>5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年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月</w:t>
      </w:r>
      <w:r>
        <w:rPr>
          <w:rFonts w:asciiTheme="minorEastAsia" w:eastAsiaTheme="minorEastAsia" w:hAnsiTheme="minorEastAsia" w:cs="宋体"/>
          <w:kern w:val="0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="宋体" w:hint="eastAsia"/>
          <w:kern w:val="0"/>
          <w:sz w:val="21"/>
          <w:szCs w:val="21"/>
        </w:rPr>
        <w:t>日</w:t>
      </w:r>
    </w:p>
    <w:sectPr w:rsidR="00590CB8">
      <w:footerReference w:type="even" r:id="rId7"/>
      <w:footerReference w:type="default" r:id="rId8"/>
      <w:pgSz w:w="16838" w:h="11906" w:orient="landscape"/>
      <w:pgMar w:top="1418" w:right="1418" w:bottom="1418" w:left="1418" w:header="851" w:footer="170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F3CF8" w14:textId="77777777" w:rsidR="003C6203" w:rsidRDefault="003C6203">
      <w:pPr>
        <w:spacing w:line="240" w:lineRule="auto"/>
      </w:pPr>
      <w:r>
        <w:separator/>
      </w:r>
    </w:p>
  </w:endnote>
  <w:endnote w:type="continuationSeparator" w:id="0">
    <w:p w14:paraId="11E1D792" w14:textId="77777777" w:rsidR="003C6203" w:rsidRDefault="003C62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49D40" w14:textId="77777777" w:rsidR="00590CB8" w:rsidRDefault="007B41FF">
    <w:pPr>
      <w:pStyle w:val="a7"/>
      <w:framePr w:wrap="around" w:vAnchor="text" w:hAnchor="margin" w:xAlign="outside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AD148F0" w14:textId="77777777" w:rsidR="00590CB8" w:rsidRDefault="00590CB8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A0BA9" w14:textId="77777777" w:rsidR="00590CB8" w:rsidRDefault="00590CB8">
    <w:pPr>
      <w:pStyle w:val="a7"/>
      <w:framePr w:wrap="around" w:vAnchor="text" w:hAnchor="margin" w:xAlign="outside" w:y="1"/>
      <w:ind w:leftChars="140" w:left="392" w:rightChars="140" w:right="392"/>
      <w:rPr>
        <w:rStyle w:val="ad"/>
        <w:rFonts w:ascii="宋体"/>
        <w:sz w:val="28"/>
      </w:rPr>
    </w:pPr>
  </w:p>
  <w:p w14:paraId="350E1109" w14:textId="77777777" w:rsidR="00590CB8" w:rsidRDefault="00590CB8">
    <w:pPr>
      <w:pStyle w:val="a7"/>
      <w:framePr w:hSpace="227" w:wrap="around" w:vAnchor="page" w:hAnchor="page" w:x="1532" w:yAlign="top"/>
      <w:ind w:right="360" w:firstLine="360"/>
      <w:rPr>
        <w:rStyle w:val="ad"/>
      </w:rPr>
    </w:pPr>
  </w:p>
  <w:p w14:paraId="77B05A69" w14:textId="77777777" w:rsidR="00590CB8" w:rsidRDefault="00590CB8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00881" w14:textId="77777777" w:rsidR="003C6203" w:rsidRDefault="003C6203">
      <w:pPr>
        <w:spacing w:line="240" w:lineRule="auto"/>
      </w:pPr>
      <w:r>
        <w:separator/>
      </w:r>
    </w:p>
  </w:footnote>
  <w:footnote w:type="continuationSeparator" w:id="0">
    <w:p w14:paraId="52912A8A" w14:textId="77777777" w:rsidR="003C6203" w:rsidRDefault="003C620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84E"/>
    <w:rsid w:val="000015FE"/>
    <w:rsid w:val="00006051"/>
    <w:rsid w:val="00007F6D"/>
    <w:rsid w:val="00032A10"/>
    <w:rsid w:val="0004284E"/>
    <w:rsid w:val="00044A57"/>
    <w:rsid w:val="000467C0"/>
    <w:rsid w:val="000539FD"/>
    <w:rsid w:val="0005753A"/>
    <w:rsid w:val="00060174"/>
    <w:rsid w:val="00062F4C"/>
    <w:rsid w:val="00070E41"/>
    <w:rsid w:val="00085AB5"/>
    <w:rsid w:val="000964D0"/>
    <w:rsid w:val="000A3C13"/>
    <w:rsid w:val="000A59CF"/>
    <w:rsid w:val="000C5521"/>
    <w:rsid w:val="000D0117"/>
    <w:rsid w:val="000D51C9"/>
    <w:rsid w:val="000E4266"/>
    <w:rsid w:val="000E69DF"/>
    <w:rsid w:val="000F6185"/>
    <w:rsid w:val="001241F1"/>
    <w:rsid w:val="00133158"/>
    <w:rsid w:val="001332A7"/>
    <w:rsid w:val="001641B6"/>
    <w:rsid w:val="00171D44"/>
    <w:rsid w:val="00176DA1"/>
    <w:rsid w:val="001876A7"/>
    <w:rsid w:val="00196B85"/>
    <w:rsid w:val="001A260B"/>
    <w:rsid w:val="001A3735"/>
    <w:rsid w:val="001B4164"/>
    <w:rsid w:val="001B5F9D"/>
    <w:rsid w:val="001C004A"/>
    <w:rsid w:val="001C41B6"/>
    <w:rsid w:val="001D3384"/>
    <w:rsid w:val="001F2581"/>
    <w:rsid w:val="0020503E"/>
    <w:rsid w:val="00205653"/>
    <w:rsid w:val="00206139"/>
    <w:rsid w:val="00210F44"/>
    <w:rsid w:val="002379D3"/>
    <w:rsid w:val="00247441"/>
    <w:rsid w:val="002511C8"/>
    <w:rsid w:val="0025598E"/>
    <w:rsid w:val="00263F5E"/>
    <w:rsid w:val="002655D7"/>
    <w:rsid w:val="00271076"/>
    <w:rsid w:val="00277108"/>
    <w:rsid w:val="002818F9"/>
    <w:rsid w:val="00282BA8"/>
    <w:rsid w:val="00290234"/>
    <w:rsid w:val="002A6AF3"/>
    <w:rsid w:val="002D04DF"/>
    <w:rsid w:val="002D2CE9"/>
    <w:rsid w:val="002E0D00"/>
    <w:rsid w:val="002E1A95"/>
    <w:rsid w:val="002F6997"/>
    <w:rsid w:val="00315F74"/>
    <w:rsid w:val="003307A0"/>
    <w:rsid w:val="00331543"/>
    <w:rsid w:val="00333DE6"/>
    <w:rsid w:val="0035388F"/>
    <w:rsid w:val="00362757"/>
    <w:rsid w:val="00380E2F"/>
    <w:rsid w:val="0038275F"/>
    <w:rsid w:val="00391AEE"/>
    <w:rsid w:val="003A0B59"/>
    <w:rsid w:val="003A1211"/>
    <w:rsid w:val="003A4B25"/>
    <w:rsid w:val="003A7D96"/>
    <w:rsid w:val="003B17F5"/>
    <w:rsid w:val="003B5748"/>
    <w:rsid w:val="003C5F82"/>
    <w:rsid w:val="003C6203"/>
    <w:rsid w:val="003C75C3"/>
    <w:rsid w:val="003F43F9"/>
    <w:rsid w:val="003F7E26"/>
    <w:rsid w:val="00400711"/>
    <w:rsid w:val="00401209"/>
    <w:rsid w:val="00401CC1"/>
    <w:rsid w:val="00402149"/>
    <w:rsid w:val="0040645D"/>
    <w:rsid w:val="00412E90"/>
    <w:rsid w:val="0042141C"/>
    <w:rsid w:val="0042192E"/>
    <w:rsid w:val="00434371"/>
    <w:rsid w:val="0044605A"/>
    <w:rsid w:val="004623C7"/>
    <w:rsid w:val="00462C98"/>
    <w:rsid w:val="00470B8D"/>
    <w:rsid w:val="00487FED"/>
    <w:rsid w:val="00492077"/>
    <w:rsid w:val="0049798B"/>
    <w:rsid w:val="004A3DBF"/>
    <w:rsid w:val="004B799F"/>
    <w:rsid w:val="004B7DC7"/>
    <w:rsid w:val="004D064B"/>
    <w:rsid w:val="004D09A8"/>
    <w:rsid w:val="004D31C2"/>
    <w:rsid w:val="005050A6"/>
    <w:rsid w:val="005109CF"/>
    <w:rsid w:val="005115D0"/>
    <w:rsid w:val="00527C7A"/>
    <w:rsid w:val="00533776"/>
    <w:rsid w:val="00546A02"/>
    <w:rsid w:val="005541C5"/>
    <w:rsid w:val="00564E94"/>
    <w:rsid w:val="005678D0"/>
    <w:rsid w:val="00580B88"/>
    <w:rsid w:val="00582401"/>
    <w:rsid w:val="00585A29"/>
    <w:rsid w:val="00587DA1"/>
    <w:rsid w:val="00590CB8"/>
    <w:rsid w:val="00594DDF"/>
    <w:rsid w:val="005C7503"/>
    <w:rsid w:val="005D0BD0"/>
    <w:rsid w:val="005D7D07"/>
    <w:rsid w:val="005E3464"/>
    <w:rsid w:val="00602D1D"/>
    <w:rsid w:val="0060474E"/>
    <w:rsid w:val="0060617F"/>
    <w:rsid w:val="00612690"/>
    <w:rsid w:val="00614F3B"/>
    <w:rsid w:val="00631327"/>
    <w:rsid w:val="006366E3"/>
    <w:rsid w:val="0064098E"/>
    <w:rsid w:val="00650474"/>
    <w:rsid w:val="00652716"/>
    <w:rsid w:val="006573A3"/>
    <w:rsid w:val="006862B0"/>
    <w:rsid w:val="006968A0"/>
    <w:rsid w:val="006A212C"/>
    <w:rsid w:val="006A24F6"/>
    <w:rsid w:val="006A487B"/>
    <w:rsid w:val="006A49C8"/>
    <w:rsid w:val="006B3F45"/>
    <w:rsid w:val="006B4F4A"/>
    <w:rsid w:val="006B5248"/>
    <w:rsid w:val="006D1BF9"/>
    <w:rsid w:val="006D6887"/>
    <w:rsid w:val="006E63AA"/>
    <w:rsid w:val="006F26B7"/>
    <w:rsid w:val="007050B0"/>
    <w:rsid w:val="00720851"/>
    <w:rsid w:val="00730907"/>
    <w:rsid w:val="0073361D"/>
    <w:rsid w:val="007617B6"/>
    <w:rsid w:val="00765C51"/>
    <w:rsid w:val="00771C9A"/>
    <w:rsid w:val="00774EF7"/>
    <w:rsid w:val="00776171"/>
    <w:rsid w:val="0077789C"/>
    <w:rsid w:val="007802D0"/>
    <w:rsid w:val="0079254F"/>
    <w:rsid w:val="007A2073"/>
    <w:rsid w:val="007B2FFF"/>
    <w:rsid w:val="007B41F3"/>
    <w:rsid w:val="007B41FF"/>
    <w:rsid w:val="007B5F95"/>
    <w:rsid w:val="007B6F15"/>
    <w:rsid w:val="007C035A"/>
    <w:rsid w:val="007D0714"/>
    <w:rsid w:val="007E6967"/>
    <w:rsid w:val="007F0255"/>
    <w:rsid w:val="007F7D71"/>
    <w:rsid w:val="00806014"/>
    <w:rsid w:val="00831863"/>
    <w:rsid w:val="008335E7"/>
    <w:rsid w:val="00847E99"/>
    <w:rsid w:val="00863740"/>
    <w:rsid w:val="00891CCA"/>
    <w:rsid w:val="0089497C"/>
    <w:rsid w:val="008957FF"/>
    <w:rsid w:val="008B2684"/>
    <w:rsid w:val="008C2E2D"/>
    <w:rsid w:val="008D264A"/>
    <w:rsid w:val="008D6DC0"/>
    <w:rsid w:val="008D7F36"/>
    <w:rsid w:val="008E4F0C"/>
    <w:rsid w:val="008E6C27"/>
    <w:rsid w:val="008F063E"/>
    <w:rsid w:val="008F15D2"/>
    <w:rsid w:val="008F32D2"/>
    <w:rsid w:val="008F3F36"/>
    <w:rsid w:val="008F6BDD"/>
    <w:rsid w:val="00902868"/>
    <w:rsid w:val="009173E1"/>
    <w:rsid w:val="0092494C"/>
    <w:rsid w:val="00926DC1"/>
    <w:rsid w:val="00944B85"/>
    <w:rsid w:val="00950922"/>
    <w:rsid w:val="00972090"/>
    <w:rsid w:val="00982980"/>
    <w:rsid w:val="0098709A"/>
    <w:rsid w:val="00993073"/>
    <w:rsid w:val="009932B8"/>
    <w:rsid w:val="009A2182"/>
    <w:rsid w:val="009A278D"/>
    <w:rsid w:val="009A5772"/>
    <w:rsid w:val="009A735C"/>
    <w:rsid w:val="009B5F17"/>
    <w:rsid w:val="009D196F"/>
    <w:rsid w:val="009F3838"/>
    <w:rsid w:val="009F736E"/>
    <w:rsid w:val="00A25915"/>
    <w:rsid w:val="00A27B47"/>
    <w:rsid w:val="00A34D7C"/>
    <w:rsid w:val="00A36080"/>
    <w:rsid w:val="00A41E33"/>
    <w:rsid w:val="00A531FD"/>
    <w:rsid w:val="00A546FF"/>
    <w:rsid w:val="00A62912"/>
    <w:rsid w:val="00A70362"/>
    <w:rsid w:val="00A70C28"/>
    <w:rsid w:val="00A72410"/>
    <w:rsid w:val="00A90C51"/>
    <w:rsid w:val="00A91106"/>
    <w:rsid w:val="00A940BC"/>
    <w:rsid w:val="00AA00E5"/>
    <w:rsid w:val="00AA54CE"/>
    <w:rsid w:val="00AA6CA3"/>
    <w:rsid w:val="00AC2DEF"/>
    <w:rsid w:val="00AD08E8"/>
    <w:rsid w:val="00AD2D4E"/>
    <w:rsid w:val="00AE029A"/>
    <w:rsid w:val="00AE5430"/>
    <w:rsid w:val="00B021DF"/>
    <w:rsid w:val="00B05DFA"/>
    <w:rsid w:val="00B13D79"/>
    <w:rsid w:val="00B2019D"/>
    <w:rsid w:val="00B21ECA"/>
    <w:rsid w:val="00B2472C"/>
    <w:rsid w:val="00B25781"/>
    <w:rsid w:val="00B2594B"/>
    <w:rsid w:val="00B30BCB"/>
    <w:rsid w:val="00B32C9A"/>
    <w:rsid w:val="00B449C4"/>
    <w:rsid w:val="00B56EAE"/>
    <w:rsid w:val="00B632AE"/>
    <w:rsid w:val="00B64BCD"/>
    <w:rsid w:val="00B67678"/>
    <w:rsid w:val="00B826B6"/>
    <w:rsid w:val="00B856B3"/>
    <w:rsid w:val="00B96897"/>
    <w:rsid w:val="00BA0E42"/>
    <w:rsid w:val="00BA6516"/>
    <w:rsid w:val="00BB1983"/>
    <w:rsid w:val="00BB289F"/>
    <w:rsid w:val="00BC32FE"/>
    <w:rsid w:val="00BC37A5"/>
    <w:rsid w:val="00BD1567"/>
    <w:rsid w:val="00BD1AA1"/>
    <w:rsid w:val="00BE4193"/>
    <w:rsid w:val="00BE464E"/>
    <w:rsid w:val="00BE5974"/>
    <w:rsid w:val="00C14DC2"/>
    <w:rsid w:val="00C21A8E"/>
    <w:rsid w:val="00C32F30"/>
    <w:rsid w:val="00C3705E"/>
    <w:rsid w:val="00C43404"/>
    <w:rsid w:val="00C53626"/>
    <w:rsid w:val="00C61FFA"/>
    <w:rsid w:val="00C63DBF"/>
    <w:rsid w:val="00C82AC6"/>
    <w:rsid w:val="00C82E4B"/>
    <w:rsid w:val="00C850DD"/>
    <w:rsid w:val="00C869E9"/>
    <w:rsid w:val="00C975FF"/>
    <w:rsid w:val="00CA0E50"/>
    <w:rsid w:val="00CB0288"/>
    <w:rsid w:val="00CB0671"/>
    <w:rsid w:val="00CB6614"/>
    <w:rsid w:val="00CC709E"/>
    <w:rsid w:val="00CD39E8"/>
    <w:rsid w:val="00CD7133"/>
    <w:rsid w:val="00CF2C8F"/>
    <w:rsid w:val="00D05A3A"/>
    <w:rsid w:val="00D05BEA"/>
    <w:rsid w:val="00D1761B"/>
    <w:rsid w:val="00D17916"/>
    <w:rsid w:val="00D263D0"/>
    <w:rsid w:val="00D51692"/>
    <w:rsid w:val="00D520CD"/>
    <w:rsid w:val="00D52390"/>
    <w:rsid w:val="00D52506"/>
    <w:rsid w:val="00D530E7"/>
    <w:rsid w:val="00D64FAC"/>
    <w:rsid w:val="00D677C9"/>
    <w:rsid w:val="00D851D2"/>
    <w:rsid w:val="00D85582"/>
    <w:rsid w:val="00DA1B4C"/>
    <w:rsid w:val="00DA5EC7"/>
    <w:rsid w:val="00DB3C9F"/>
    <w:rsid w:val="00DD7753"/>
    <w:rsid w:val="00DE0760"/>
    <w:rsid w:val="00DE33DA"/>
    <w:rsid w:val="00DE528D"/>
    <w:rsid w:val="00DF2646"/>
    <w:rsid w:val="00E05EA7"/>
    <w:rsid w:val="00E107B5"/>
    <w:rsid w:val="00E11831"/>
    <w:rsid w:val="00E27B64"/>
    <w:rsid w:val="00E3417D"/>
    <w:rsid w:val="00E509F8"/>
    <w:rsid w:val="00E53F4B"/>
    <w:rsid w:val="00E55B9D"/>
    <w:rsid w:val="00E601B1"/>
    <w:rsid w:val="00E64C22"/>
    <w:rsid w:val="00E65014"/>
    <w:rsid w:val="00E66237"/>
    <w:rsid w:val="00E710D7"/>
    <w:rsid w:val="00E75B45"/>
    <w:rsid w:val="00E8084A"/>
    <w:rsid w:val="00E90D66"/>
    <w:rsid w:val="00E93668"/>
    <w:rsid w:val="00E96F81"/>
    <w:rsid w:val="00EB2956"/>
    <w:rsid w:val="00EB4030"/>
    <w:rsid w:val="00EB624C"/>
    <w:rsid w:val="00EC0088"/>
    <w:rsid w:val="00ED0500"/>
    <w:rsid w:val="00F0140A"/>
    <w:rsid w:val="00F05335"/>
    <w:rsid w:val="00F05E46"/>
    <w:rsid w:val="00F10A94"/>
    <w:rsid w:val="00F12198"/>
    <w:rsid w:val="00F12558"/>
    <w:rsid w:val="00F168E8"/>
    <w:rsid w:val="00F251F2"/>
    <w:rsid w:val="00F31013"/>
    <w:rsid w:val="00F31287"/>
    <w:rsid w:val="00F32E82"/>
    <w:rsid w:val="00F42114"/>
    <w:rsid w:val="00F65D62"/>
    <w:rsid w:val="00F66AF0"/>
    <w:rsid w:val="00F67BB6"/>
    <w:rsid w:val="00F825DD"/>
    <w:rsid w:val="00F903A1"/>
    <w:rsid w:val="00F93AEA"/>
    <w:rsid w:val="00FA555A"/>
    <w:rsid w:val="00FA5745"/>
    <w:rsid w:val="00FB0805"/>
    <w:rsid w:val="00FC0542"/>
    <w:rsid w:val="00FC5644"/>
    <w:rsid w:val="00FD38F9"/>
    <w:rsid w:val="00FD49F0"/>
    <w:rsid w:val="00FE1C1C"/>
    <w:rsid w:val="00FF28C2"/>
    <w:rsid w:val="4A38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44AED4B"/>
  <w15:docId w15:val="{A6419037-1FF9-4D30-80BD-D892988FA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qFormat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qFormat/>
    <w:pPr>
      <w:jc w:val="left"/>
    </w:pPr>
  </w:style>
  <w:style w:type="paragraph" w:styleId="a5">
    <w:name w:val="Body Text"/>
    <w:basedOn w:val="a"/>
    <w:pPr>
      <w:spacing w:line="640" w:lineRule="atLeast"/>
    </w:pPr>
    <w:rPr>
      <w:rFonts w:eastAsia="仿宋_GB2312"/>
      <w:sz w:val="32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pPr>
      <w:tabs>
        <w:tab w:val="clear" w:pos="0"/>
        <w:tab w:val="center" w:pos="4153"/>
        <w:tab w:val="right" w:pos="8306"/>
      </w:tabs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a">
    <w:name w:val="annotation subject"/>
    <w:basedOn w:val="a3"/>
    <w:next w:val="a3"/>
    <w:link w:val="ab"/>
    <w:semiHidden/>
    <w:qFormat/>
    <w:rPr>
      <w:b/>
      <w:bCs/>
    </w:rPr>
  </w:style>
  <w:style w:type="table" w:styleId="ac">
    <w:name w:val="Table Grid"/>
    <w:basedOn w:val="a1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basedOn w:val="a0"/>
    <w:rPr>
      <w:rFonts w:cs="Times New Roman"/>
    </w:rPr>
  </w:style>
  <w:style w:type="character" w:styleId="ae">
    <w:name w:val="annotation reference"/>
    <w:basedOn w:val="a0"/>
    <w:semiHidden/>
    <w:qFormat/>
    <w:rPr>
      <w:rFonts w:cs="Times New Roman"/>
      <w:sz w:val="21"/>
      <w:szCs w:val="21"/>
    </w:rPr>
  </w:style>
  <w:style w:type="paragraph" w:customStyle="1" w:styleId="CharCharChar">
    <w:name w:val="Char Char Char"/>
    <w:basedOn w:val="a"/>
    <w:qFormat/>
    <w:pPr>
      <w:tabs>
        <w:tab w:val="clear" w:pos="0"/>
      </w:tabs>
      <w:adjustRightInd/>
      <w:snapToGrid/>
      <w:spacing w:line="240" w:lineRule="auto"/>
    </w:pPr>
    <w:rPr>
      <w:rFonts w:ascii="Tahoma" w:hAnsi="Tahoma"/>
      <w:sz w:val="24"/>
      <w:szCs w:val="20"/>
    </w:rPr>
  </w:style>
  <w:style w:type="paragraph" w:customStyle="1" w:styleId="Char">
    <w:name w:val="Char"/>
    <w:basedOn w:val="a"/>
    <w:semiHidden/>
    <w:qFormat/>
    <w:pPr>
      <w:widowControl/>
      <w:tabs>
        <w:tab w:val="clear" w:pos="0"/>
      </w:tabs>
      <w:adjustRightInd/>
      <w:snapToGrid/>
      <w:spacing w:line="240" w:lineRule="auto"/>
      <w:ind w:firstLineChars="200" w:firstLine="420"/>
      <w:jc w:val="left"/>
    </w:pPr>
    <w:rPr>
      <w:rFonts w:hAnsi="宋体"/>
      <w:color w:val="000000"/>
      <w:sz w:val="21"/>
      <w:lang w:bidi="he-IL"/>
    </w:rPr>
  </w:style>
  <w:style w:type="character" w:customStyle="1" w:styleId="a4">
    <w:name w:val="批注文字 字符"/>
    <w:basedOn w:val="a0"/>
    <w:link w:val="a3"/>
    <w:locked/>
    <w:rPr>
      <w:rFonts w:cs="Times New Roman"/>
      <w:kern w:val="2"/>
      <w:sz w:val="24"/>
      <w:szCs w:val="24"/>
    </w:rPr>
  </w:style>
  <w:style w:type="character" w:customStyle="1" w:styleId="ab">
    <w:name w:val="批注主题 字符"/>
    <w:basedOn w:val="a4"/>
    <w:link w:val="aa"/>
    <w:qFormat/>
    <w:locked/>
    <w:rPr>
      <w:rFonts w:cs="Times New Roman"/>
      <w:b/>
      <w:bCs/>
      <w:kern w:val="2"/>
      <w:sz w:val="24"/>
      <w:szCs w:val="24"/>
    </w:r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ell\Application%20Data\Microsoft\Templates\&#20140;&#21457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京发.dot</Template>
  <TotalTime>6</TotalTime>
  <Pages>1</Pages>
  <Words>47</Words>
  <Characters>274</Characters>
  <Application>Microsoft Office Word</Application>
  <DocSecurity>0</DocSecurity>
  <Lines>2</Lines>
  <Paragraphs>1</Paragraphs>
  <ScaleCrop>false</ScaleCrop>
  <Company>CUGB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中地大京发〔2005〕号</dc:title>
  <dc:creator>USER</dc:creator>
  <cp:lastModifiedBy>Administrator</cp:lastModifiedBy>
  <cp:revision>10</cp:revision>
  <cp:lastPrinted>2016-04-15T05:48:00Z</cp:lastPrinted>
  <dcterms:created xsi:type="dcterms:W3CDTF">2019-04-17T02:45:00Z</dcterms:created>
  <dcterms:modified xsi:type="dcterms:W3CDTF">2025-04-23T06:48:00Z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