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F29FD">
      <w:pPr>
        <w:widowControl/>
        <w:spacing w:line="520" w:lineRule="exact"/>
        <w:jc w:val="left"/>
        <w:rPr>
          <w:rFonts w:ascii="黑体" w:eastAsia="黑体" w:hAnsi="黑体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000000" w:rsidRDefault="004F29FD">
      <w:pPr>
        <w:widowControl/>
        <w:spacing w:line="52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000000" w:rsidRDefault="004F29FD">
      <w:pPr>
        <w:adjustRightInd w:val="0"/>
        <w:snapToGrid w:val="0"/>
        <w:spacing w:line="5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北京高校优秀本科毕业设计（论文）推荐表</w:t>
      </w:r>
    </w:p>
    <w:p w:rsidR="00000000" w:rsidRDefault="004F29FD">
      <w:pPr>
        <w:adjustRightInd w:val="0"/>
        <w:snapToGrid w:val="0"/>
        <w:spacing w:line="520" w:lineRule="exact"/>
        <w:jc w:val="center"/>
        <w:rPr>
          <w:rFonts w:ascii="仿宋_GB2312" w:eastAsia="仿宋_GB2312" w:hint="eastAsia"/>
          <w:sz w:val="44"/>
          <w:szCs w:val="44"/>
        </w:rPr>
      </w:pPr>
    </w:p>
    <w:p w:rsidR="00000000" w:rsidRDefault="004F29FD">
      <w:pPr>
        <w:adjustRightInd w:val="0"/>
        <w:snapToGrid w:val="0"/>
        <w:spacing w:line="520" w:lineRule="exact"/>
        <w:ind w:leftChars="-67" w:left="-141" w:firstLineChars="50" w:firstLine="140"/>
        <w:jc w:val="lef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学校名称（盖章）：</w:t>
      </w:r>
      <w:r>
        <w:rPr>
          <w:rFonts w:ascii="仿宋_GB2312" w:eastAsia="仿宋_GB2312" w:hAnsi="仿宋" w:hint="eastAsia"/>
          <w:sz w:val="28"/>
          <w:szCs w:val="28"/>
        </w:rPr>
        <w:t xml:space="preserve">                   </w:t>
      </w:r>
      <w:r>
        <w:rPr>
          <w:rFonts w:ascii="仿宋_GB2312" w:eastAsia="仿宋_GB2312" w:hAnsi="仿宋" w:hint="eastAsia"/>
          <w:sz w:val="28"/>
          <w:szCs w:val="28"/>
        </w:rPr>
        <w:t>填表日期：</w:t>
      </w:r>
      <w:r>
        <w:rPr>
          <w:rFonts w:ascii="仿宋_GB2312" w:eastAsia="仿宋_GB2312" w:hAnsi="仿宋" w:hint="eastAsia"/>
          <w:sz w:val="28"/>
          <w:szCs w:val="28"/>
        </w:rPr>
        <w:t xml:space="preserve">     </w:t>
      </w:r>
      <w:r>
        <w:rPr>
          <w:rFonts w:ascii="仿宋_GB2312" w:eastAsia="仿宋_GB2312" w:hAnsi="仿宋" w:hint="eastAsia"/>
          <w:sz w:val="28"/>
          <w:szCs w:val="28"/>
        </w:rPr>
        <w:t>年</w:t>
      </w:r>
      <w:r>
        <w:rPr>
          <w:rFonts w:ascii="仿宋_GB2312" w:eastAsia="仿宋_GB2312" w:hAnsi="仿宋" w:hint="eastAsia"/>
          <w:sz w:val="28"/>
          <w:szCs w:val="28"/>
        </w:rPr>
        <w:t xml:space="preserve">   </w:t>
      </w:r>
      <w:r>
        <w:rPr>
          <w:rFonts w:ascii="仿宋_GB2312" w:eastAsia="仿宋_GB2312" w:hAnsi="仿宋" w:hint="eastAsia"/>
          <w:sz w:val="28"/>
          <w:szCs w:val="28"/>
        </w:rPr>
        <w:t>月</w:t>
      </w:r>
      <w:r>
        <w:rPr>
          <w:rFonts w:ascii="仿宋_GB2312" w:eastAsia="仿宋_GB2312" w:hAnsi="仿宋" w:hint="eastAsia"/>
          <w:sz w:val="28"/>
          <w:szCs w:val="28"/>
        </w:rPr>
        <w:t xml:space="preserve">   </w:t>
      </w:r>
      <w:r>
        <w:rPr>
          <w:rFonts w:ascii="仿宋_GB2312" w:eastAsia="仿宋_GB2312" w:hAnsi="仿宋" w:hint="eastAsia"/>
          <w:sz w:val="28"/>
          <w:szCs w:val="28"/>
        </w:rPr>
        <w:t>日</w:t>
      </w:r>
    </w:p>
    <w:tbl>
      <w:tblPr>
        <w:tblW w:w="935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5"/>
        <w:gridCol w:w="1275"/>
        <w:gridCol w:w="1418"/>
        <w:gridCol w:w="2268"/>
        <w:gridCol w:w="1417"/>
        <w:gridCol w:w="1418"/>
      </w:tblGrid>
      <w:tr w:rsidR="00000000">
        <w:trPr>
          <w:trHeight w:val="510"/>
          <w:jc w:val="center"/>
        </w:trPr>
        <w:tc>
          <w:tcPr>
            <w:tcW w:w="9351" w:type="dxa"/>
            <w:gridSpan w:val="6"/>
          </w:tcPr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一、评选项目类型</w:t>
            </w:r>
          </w:p>
        </w:tc>
      </w:tr>
      <w:tr w:rsidR="00000000">
        <w:trPr>
          <w:trHeight w:val="510"/>
          <w:jc w:val="center"/>
        </w:trPr>
        <w:tc>
          <w:tcPr>
            <w:tcW w:w="9351" w:type="dxa"/>
            <w:gridSpan w:val="6"/>
            <w:vAlign w:val="center"/>
          </w:tcPr>
          <w:p w:rsidR="00000000" w:rsidRDefault="004F29FD">
            <w:pPr>
              <w:snapToGrid w:val="0"/>
              <w:spacing w:line="440" w:lineRule="exact"/>
              <w:ind w:firstLineChars="50" w:firstLine="140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优秀毕业设计（论文）个人类</w:t>
            </w:r>
          </w:p>
          <w:p w:rsidR="00000000" w:rsidRDefault="004F29FD">
            <w:pPr>
              <w:snapToGrid w:val="0"/>
              <w:spacing w:line="440" w:lineRule="exact"/>
              <w:ind w:firstLineChars="50" w:firstLine="140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优秀毕业设计（论文）团队类</w:t>
            </w:r>
          </w:p>
        </w:tc>
      </w:tr>
      <w:tr w:rsidR="00000000">
        <w:trPr>
          <w:trHeight w:val="510"/>
          <w:jc w:val="center"/>
        </w:trPr>
        <w:tc>
          <w:tcPr>
            <w:tcW w:w="9351" w:type="dxa"/>
            <w:gridSpan w:val="6"/>
          </w:tcPr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二、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学生基本信息</w:t>
            </w:r>
          </w:p>
        </w:tc>
      </w:tr>
      <w:tr w:rsidR="00000000">
        <w:trPr>
          <w:trHeight w:val="510"/>
          <w:jc w:val="center"/>
        </w:trPr>
        <w:tc>
          <w:tcPr>
            <w:tcW w:w="155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127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性别</w:t>
            </w:r>
          </w:p>
        </w:tc>
        <w:tc>
          <w:tcPr>
            <w:tcW w:w="2268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学号</w:t>
            </w:r>
          </w:p>
        </w:tc>
        <w:tc>
          <w:tcPr>
            <w:tcW w:w="1418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val="510"/>
          <w:jc w:val="center"/>
        </w:trPr>
        <w:tc>
          <w:tcPr>
            <w:tcW w:w="155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专业类别</w:t>
            </w:r>
          </w:p>
        </w:tc>
        <w:tc>
          <w:tcPr>
            <w:tcW w:w="127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专业名称</w:t>
            </w:r>
          </w:p>
        </w:tc>
        <w:tc>
          <w:tcPr>
            <w:tcW w:w="2268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毕业设计（论文）成绩</w:t>
            </w:r>
          </w:p>
        </w:tc>
        <w:tc>
          <w:tcPr>
            <w:tcW w:w="1418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val="510"/>
          <w:jc w:val="center"/>
        </w:trPr>
        <w:tc>
          <w:tcPr>
            <w:tcW w:w="9351" w:type="dxa"/>
            <w:gridSpan w:val="6"/>
            <w:vAlign w:val="center"/>
          </w:tcPr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三、指导教师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基本信息</w:t>
            </w:r>
          </w:p>
        </w:tc>
      </w:tr>
      <w:tr w:rsidR="00000000">
        <w:trPr>
          <w:trHeight w:val="510"/>
          <w:jc w:val="center"/>
        </w:trPr>
        <w:tc>
          <w:tcPr>
            <w:tcW w:w="155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2693" w:type="dxa"/>
            <w:gridSpan w:val="2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所在院系</w:t>
            </w:r>
          </w:p>
        </w:tc>
        <w:tc>
          <w:tcPr>
            <w:tcW w:w="2835" w:type="dxa"/>
            <w:gridSpan w:val="2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val="510"/>
          <w:jc w:val="center"/>
        </w:trPr>
        <w:tc>
          <w:tcPr>
            <w:tcW w:w="155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职称</w:t>
            </w:r>
          </w:p>
        </w:tc>
        <w:tc>
          <w:tcPr>
            <w:tcW w:w="2693" w:type="dxa"/>
            <w:gridSpan w:val="2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研究方向</w:t>
            </w:r>
          </w:p>
        </w:tc>
        <w:tc>
          <w:tcPr>
            <w:tcW w:w="2835" w:type="dxa"/>
            <w:gridSpan w:val="2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val="510"/>
          <w:jc w:val="center"/>
        </w:trPr>
        <w:tc>
          <w:tcPr>
            <w:tcW w:w="155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学历</w:t>
            </w:r>
          </w:p>
        </w:tc>
        <w:tc>
          <w:tcPr>
            <w:tcW w:w="2693" w:type="dxa"/>
            <w:gridSpan w:val="2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学位</w:t>
            </w:r>
          </w:p>
        </w:tc>
        <w:tc>
          <w:tcPr>
            <w:tcW w:w="2835" w:type="dxa"/>
            <w:gridSpan w:val="2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val="510"/>
          <w:jc w:val="center"/>
        </w:trPr>
        <w:tc>
          <w:tcPr>
            <w:tcW w:w="9351" w:type="dxa"/>
            <w:gridSpan w:val="6"/>
            <w:vAlign w:val="center"/>
          </w:tcPr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四、毕业设计（论文）信息</w:t>
            </w:r>
          </w:p>
        </w:tc>
      </w:tr>
      <w:tr w:rsidR="00000000">
        <w:trPr>
          <w:trHeight w:val="510"/>
          <w:jc w:val="center"/>
        </w:trPr>
        <w:tc>
          <w:tcPr>
            <w:tcW w:w="155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毕业设计（论文）题目</w:t>
            </w:r>
          </w:p>
        </w:tc>
        <w:tc>
          <w:tcPr>
            <w:tcW w:w="7796" w:type="dxa"/>
            <w:gridSpan w:val="5"/>
            <w:vAlign w:val="center"/>
          </w:tcPr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</w:tr>
      <w:tr w:rsidR="00000000">
        <w:trPr>
          <w:trHeight w:val="510"/>
          <w:jc w:val="center"/>
        </w:trPr>
        <w:tc>
          <w:tcPr>
            <w:tcW w:w="155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课题来源</w:t>
            </w:r>
          </w:p>
        </w:tc>
        <w:tc>
          <w:tcPr>
            <w:tcW w:w="7796" w:type="dxa"/>
            <w:gridSpan w:val="5"/>
            <w:vAlign w:val="center"/>
          </w:tcPr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□科学研究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□生产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社会实际</w:t>
            </w:r>
          </w:p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□自拟课题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□其他</w:t>
            </w:r>
          </w:p>
        </w:tc>
      </w:tr>
      <w:tr w:rsidR="00000000">
        <w:trPr>
          <w:trHeight w:val="510"/>
          <w:jc w:val="center"/>
        </w:trPr>
        <w:tc>
          <w:tcPr>
            <w:tcW w:w="155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查重率</w:t>
            </w:r>
          </w:p>
        </w:tc>
        <w:tc>
          <w:tcPr>
            <w:tcW w:w="7796" w:type="dxa"/>
            <w:gridSpan w:val="5"/>
            <w:vAlign w:val="center"/>
          </w:tcPr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R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（文字复制比）：</w:t>
            </w:r>
          </w:p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000000">
        <w:trPr>
          <w:trHeight w:val="510"/>
          <w:jc w:val="center"/>
        </w:trPr>
        <w:tc>
          <w:tcPr>
            <w:tcW w:w="9351" w:type="dxa"/>
            <w:gridSpan w:val="6"/>
            <w:vAlign w:val="center"/>
          </w:tcPr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lastRenderedPageBreak/>
              <w:t>四、推荐意见</w:t>
            </w:r>
          </w:p>
        </w:tc>
      </w:tr>
      <w:tr w:rsidR="00000000">
        <w:trPr>
          <w:trHeight w:val="510"/>
          <w:jc w:val="center"/>
        </w:trPr>
        <w:tc>
          <w:tcPr>
            <w:tcW w:w="155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学校</w:t>
            </w:r>
          </w:p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意见</w:t>
            </w:r>
          </w:p>
        </w:tc>
        <w:tc>
          <w:tcPr>
            <w:tcW w:w="7796" w:type="dxa"/>
            <w:gridSpan w:val="5"/>
            <w:vAlign w:val="center"/>
          </w:tcPr>
          <w:p w:rsidR="00000000" w:rsidRDefault="004F29FD">
            <w:pPr>
              <w:snapToGrid w:val="0"/>
              <w:spacing w:line="440" w:lineRule="exact"/>
              <w:ind w:firstLineChars="1400" w:firstLine="392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400" w:firstLine="392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400" w:firstLine="392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400" w:firstLine="392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400" w:firstLine="392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400" w:firstLine="392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400" w:firstLine="392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400" w:firstLine="392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600" w:firstLine="4480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单位（公章）：</w:t>
            </w:r>
          </w:p>
          <w:p w:rsidR="00000000" w:rsidRDefault="004F29FD">
            <w:pPr>
              <w:snapToGrid w:val="0"/>
              <w:spacing w:line="440" w:lineRule="exact"/>
              <w:jc w:val="left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000000">
        <w:trPr>
          <w:trHeight w:val="510"/>
          <w:jc w:val="center"/>
        </w:trPr>
        <w:tc>
          <w:tcPr>
            <w:tcW w:w="1555" w:type="dxa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市教委</w:t>
            </w:r>
          </w:p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意见</w:t>
            </w:r>
          </w:p>
        </w:tc>
        <w:tc>
          <w:tcPr>
            <w:tcW w:w="7796" w:type="dxa"/>
            <w:gridSpan w:val="5"/>
            <w:vAlign w:val="center"/>
          </w:tcPr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400" w:firstLine="392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400" w:firstLine="392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000000" w:rsidRDefault="004F29FD">
            <w:pPr>
              <w:snapToGrid w:val="0"/>
              <w:spacing w:line="440" w:lineRule="exact"/>
              <w:ind w:firstLineChars="1600" w:firstLine="4480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单位（公章）：</w:t>
            </w:r>
          </w:p>
          <w:p w:rsidR="00000000" w:rsidRDefault="004F29FD">
            <w:pPr>
              <w:snapToGrid w:val="0"/>
              <w:spacing w:line="440" w:lineRule="exact"/>
              <w:jc w:val="right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</w:t>
            </w:r>
          </w:p>
        </w:tc>
      </w:tr>
    </w:tbl>
    <w:p w:rsidR="004F29FD" w:rsidRDefault="004F29FD">
      <w:pPr>
        <w:adjustRightInd w:val="0"/>
        <w:snapToGrid w:val="0"/>
        <w:spacing w:line="520" w:lineRule="exact"/>
        <w:ind w:left="480" w:hangingChars="200" w:hanging="48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24"/>
        </w:rPr>
        <w:t>注：“专业类别”按教育部专业目录分类：哲学、经济学、法学、教育学、文学、历史学、理学、工学、农学、医学、管理学、艺术学。</w:t>
      </w:r>
    </w:p>
    <w:sectPr w:rsidR="004F29FD">
      <w:footerReference w:type="even" r:id="rId6"/>
      <w:footerReference w:type="default" r:id="rId7"/>
      <w:pgSz w:w="11906" w:h="16838"/>
      <w:pgMar w:top="2268" w:right="1588" w:bottom="1985" w:left="1588" w:header="851" w:footer="1021" w:gutter="0"/>
      <w:pgNumType w:fmt="numberInDash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9FD" w:rsidRDefault="004F29FD">
      <w:r>
        <w:separator/>
      </w:r>
    </w:p>
  </w:endnote>
  <w:endnote w:type="continuationSeparator" w:id="0">
    <w:p w:rsidR="004F29FD" w:rsidRDefault="004F2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F29FD">
    <w:pPr>
      <w:pStyle w:val="ab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25171D" w:rsidRPr="0025171D">
      <w:rPr>
        <w:rFonts w:ascii="宋体" w:hAnsi="宋体"/>
        <w:noProof/>
        <w:sz w:val="28"/>
        <w:szCs w:val="28"/>
        <w:lang w:val="zh-CN" w:eastAsia="zh-CN"/>
      </w:rPr>
      <w:t>-</w:t>
    </w:r>
    <w:r w:rsidR="0025171D" w:rsidRPr="0025171D">
      <w:rPr>
        <w:rFonts w:ascii="宋体" w:hAnsi="宋体"/>
        <w:noProof/>
        <w:sz w:val="28"/>
        <w:szCs w:val="28"/>
        <w:lang w:val="en-US" w:eastAsia="zh-CN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000000" w:rsidRDefault="004F29F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F29FD">
    <w:pPr>
      <w:pStyle w:val="ab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-</w:t>
    </w:r>
    <w:r>
      <w:rPr>
        <w:rFonts w:ascii="宋体" w:hAnsi="宋体"/>
        <w:sz w:val="28"/>
        <w:szCs w:val="28"/>
        <w:lang w:val="en-US" w:eastAsia="zh-CN"/>
      </w:rPr>
      <w:t xml:space="preserve"> 13 -</w:t>
    </w:r>
    <w:r>
      <w:rPr>
        <w:rFonts w:ascii="宋体" w:hAnsi="宋体"/>
        <w:sz w:val="28"/>
        <w:szCs w:val="28"/>
      </w:rPr>
      <w:fldChar w:fldCharType="end"/>
    </w:r>
  </w:p>
  <w:p w:rsidR="00000000" w:rsidRDefault="004F29F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9FD" w:rsidRDefault="004F29FD">
      <w:r>
        <w:separator/>
      </w:r>
    </w:p>
  </w:footnote>
  <w:footnote w:type="continuationSeparator" w:id="0">
    <w:p w:rsidR="004F29FD" w:rsidRDefault="004F29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attachedTemplate r:id="rId1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29E"/>
    <w:rsid w:val="00000042"/>
    <w:rsid w:val="00005B62"/>
    <w:rsid w:val="00010C3A"/>
    <w:rsid w:val="0001526A"/>
    <w:rsid w:val="000162B9"/>
    <w:rsid w:val="000167AB"/>
    <w:rsid w:val="00025C4B"/>
    <w:rsid w:val="00026772"/>
    <w:rsid w:val="000340B0"/>
    <w:rsid w:val="000349A6"/>
    <w:rsid w:val="00037C15"/>
    <w:rsid w:val="00037E9A"/>
    <w:rsid w:val="0004191D"/>
    <w:rsid w:val="00044677"/>
    <w:rsid w:val="0004473E"/>
    <w:rsid w:val="000450A1"/>
    <w:rsid w:val="000474DA"/>
    <w:rsid w:val="00054198"/>
    <w:rsid w:val="00054930"/>
    <w:rsid w:val="0005740D"/>
    <w:rsid w:val="00060679"/>
    <w:rsid w:val="00060DC5"/>
    <w:rsid w:val="000623C2"/>
    <w:rsid w:val="00064878"/>
    <w:rsid w:val="00065139"/>
    <w:rsid w:val="00067629"/>
    <w:rsid w:val="00067673"/>
    <w:rsid w:val="0007038B"/>
    <w:rsid w:val="00072F6A"/>
    <w:rsid w:val="000803CE"/>
    <w:rsid w:val="00081B1A"/>
    <w:rsid w:val="00082B45"/>
    <w:rsid w:val="0009160F"/>
    <w:rsid w:val="000916EB"/>
    <w:rsid w:val="00091BF2"/>
    <w:rsid w:val="00096548"/>
    <w:rsid w:val="000A1047"/>
    <w:rsid w:val="000A117F"/>
    <w:rsid w:val="000A1225"/>
    <w:rsid w:val="000A1245"/>
    <w:rsid w:val="000A3AD6"/>
    <w:rsid w:val="000A5193"/>
    <w:rsid w:val="000A690D"/>
    <w:rsid w:val="000A743F"/>
    <w:rsid w:val="000A7C2C"/>
    <w:rsid w:val="000B5ADD"/>
    <w:rsid w:val="000B71FB"/>
    <w:rsid w:val="000C0024"/>
    <w:rsid w:val="000D2DF4"/>
    <w:rsid w:val="000E0253"/>
    <w:rsid w:val="000E0836"/>
    <w:rsid w:val="000E2D9E"/>
    <w:rsid w:val="000E32A9"/>
    <w:rsid w:val="000E6E63"/>
    <w:rsid w:val="000F6682"/>
    <w:rsid w:val="00101588"/>
    <w:rsid w:val="00101A8C"/>
    <w:rsid w:val="00101CE3"/>
    <w:rsid w:val="00103C37"/>
    <w:rsid w:val="00111A0F"/>
    <w:rsid w:val="00111C4C"/>
    <w:rsid w:val="001122DD"/>
    <w:rsid w:val="00115368"/>
    <w:rsid w:val="0011700C"/>
    <w:rsid w:val="00117B80"/>
    <w:rsid w:val="00122B4C"/>
    <w:rsid w:val="0012312E"/>
    <w:rsid w:val="00126364"/>
    <w:rsid w:val="00126B54"/>
    <w:rsid w:val="001278EA"/>
    <w:rsid w:val="00131DC6"/>
    <w:rsid w:val="001330E3"/>
    <w:rsid w:val="00133553"/>
    <w:rsid w:val="00133647"/>
    <w:rsid w:val="0015103A"/>
    <w:rsid w:val="00152A2A"/>
    <w:rsid w:val="0015420B"/>
    <w:rsid w:val="001602EB"/>
    <w:rsid w:val="0016040C"/>
    <w:rsid w:val="001628A8"/>
    <w:rsid w:val="00167156"/>
    <w:rsid w:val="00167511"/>
    <w:rsid w:val="0017598C"/>
    <w:rsid w:val="001771C3"/>
    <w:rsid w:val="00181047"/>
    <w:rsid w:val="00181378"/>
    <w:rsid w:val="0018279B"/>
    <w:rsid w:val="0018344E"/>
    <w:rsid w:val="0018372E"/>
    <w:rsid w:val="00183823"/>
    <w:rsid w:val="001847F1"/>
    <w:rsid w:val="001876E2"/>
    <w:rsid w:val="00190E5F"/>
    <w:rsid w:val="00191D65"/>
    <w:rsid w:val="00192F19"/>
    <w:rsid w:val="00193A16"/>
    <w:rsid w:val="00193FA9"/>
    <w:rsid w:val="001956D2"/>
    <w:rsid w:val="001A11D7"/>
    <w:rsid w:val="001A6B31"/>
    <w:rsid w:val="001A73ED"/>
    <w:rsid w:val="001B0A18"/>
    <w:rsid w:val="001B0D33"/>
    <w:rsid w:val="001B12AE"/>
    <w:rsid w:val="001B1E58"/>
    <w:rsid w:val="001B1FCE"/>
    <w:rsid w:val="001B4EE1"/>
    <w:rsid w:val="001B7053"/>
    <w:rsid w:val="001C5F8D"/>
    <w:rsid w:val="001C72F6"/>
    <w:rsid w:val="001C7FF2"/>
    <w:rsid w:val="001D1E44"/>
    <w:rsid w:val="001D38B7"/>
    <w:rsid w:val="001D58A4"/>
    <w:rsid w:val="001E0684"/>
    <w:rsid w:val="001E1D79"/>
    <w:rsid w:val="001E4180"/>
    <w:rsid w:val="001E5050"/>
    <w:rsid w:val="001F7C2E"/>
    <w:rsid w:val="00200AD0"/>
    <w:rsid w:val="00205CB7"/>
    <w:rsid w:val="0020727A"/>
    <w:rsid w:val="002073CC"/>
    <w:rsid w:val="00207AFE"/>
    <w:rsid w:val="00207DC7"/>
    <w:rsid w:val="002115E1"/>
    <w:rsid w:val="00212FC5"/>
    <w:rsid w:val="0021792B"/>
    <w:rsid w:val="00221B4C"/>
    <w:rsid w:val="00221E67"/>
    <w:rsid w:val="00222E94"/>
    <w:rsid w:val="0022556D"/>
    <w:rsid w:val="00227F34"/>
    <w:rsid w:val="00230E88"/>
    <w:rsid w:val="00231393"/>
    <w:rsid w:val="00234658"/>
    <w:rsid w:val="00234CC0"/>
    <w:rsid w:val="00236683"/>
    <w:rsid w:val="002401B0"/>
    <w:rsid w:val="00242FF6"/>
    <w:rsid w:val="002502EB"/>
    <w:rsid w:val="0025171D"/>
    <w:rsid w:val="002527E5"/>
    <w:rsid w:val="00252B51"/>
    <w:rsid w:val="0025598A"/>
    <w:rsid w:val="00256276"/>
    <w:rsid w:val="00257F91"/>
    <w:rsid w:val="00261221"/>
    <w:rsid w:val="00262FAD"/>
    <w:rsid w:val="00263A25"/>
    <w:rsid w:val="002656C2"/>
    <w:rsid w:val="00265B98"/>
    <w:rsid w:val="00266CBC"/>
    <w:rsid w:val="0026798C"/>
    <w:rsid w:val="00271976"/>
    <w:rsid w:val="00274DF3"/>
    <w:rsid w:val="0028322A"/>
    <w:rsid w:val="002835D7"/>
    <w:rsid w:val="00283A10"/>
    <w:rsid w:val="002844D6"/>
    <w:rsid w:val="00284953"/>
    <w:rsid w:val="00291607"/>
    <w:rsid w:val="00292B3A"/>
    <w:rsid w:val="00294F43"/>
    <w:rsid w:val="002A43F9"/>
    <w:rsid w:val="002A4D63"/>
    <w:rsid w:val="002A4F84"/>
    <w:rsid w:val="002A6B46"/>
    <w:rsid w:val="002B1A76"/>
    <w:rsid w:val="002B4815"/>
    <w:rsid w:val="002B5F61"/>
    <w:rsid w:val="002B619C"/>
    <w:rsid w:val="002C0C1D"/>
    <w:rsid w:val="002C21AF"/>
    <w:rsid w:val="002C2603"/>
    <w:rsid w:val="002C4C06"/>
    <w:rsid w:val="002C75B4"/>
    <w:rsid w:val="002D2AE1"/>
    <w:rsid w:val="002D41FF"/>
    <w:rsid w:val="002D7C01"/>
    <w:rsid w:val="002E10BE"/>
    <w:rsid w:val="002E155F"/>
    <w:rsid w:val="002E55D5"/>
    <w:rsid w:val="002E632E"/>
    <w:rsid w:val="002F0F96"/>
    <w:rsid w:val="002F2876"/>
    <w:rsid w:val="002F5E81"/>
    <w:rsid w:val="002F6907"/>
    <w:rsid w:val="002F73BF"/>
    <w:rsid w:val="003002EE"/>
    <w:rsid w:val="00305238"/>
    <w:rsid w:val="003056D5"/>
    <w:rsid w:val="0030611B"/>
    <w:rsid w:val="00306161"/>
    <w:rsid w:val="0030682A"/>
    <w:rsid w:val="003105E0"/>
    <w:rsid w:val="00310AF9"/>
    <w:rsid w:val="0031129E"/>
    <w:rsid w:val="00322EE2"/>
    <w:rsid w:val="00325053"/>
    <w:rsid w:val="0032628B"/>
    <w:rsid w:val="00331B9C"/>
    <w:rsid w:val="00331FD3"/>
    <w:rsid w:val="00332A7D"/>
    <w:rsid w:val="00340A62"/>
    <w:rsid w:val="0034404E"/>
    <w:rsid w:val="00345042"/>
    <w:rsid w:val="00346C5C"/>
    <w:rsid w:val="00347180"/>
    <w:rsid w:val="00356C81"/>
    <w:rsid w:val="00357787"/>
    <w:rsid w:val="00361073"/>
    <w:rsid w:val="003665FC"/>
    <w:rsid w:val="00367461"/>
    <w:rsid w:val="00375D88"/>
    <w:rsid w:val="00376FF1"/>
    <w:rsid w:val="00377E4E"/>
    <w:rsid w:val="00380172"/>
    <w:rsid w:val="003852E7"/>
    <w:rsid w:val="00391290"/>
    <w:rsid w:val="0039183D"/>
    <w:rsid w:val="003918A8"/>
    <w:rsid w:val="00392947"/>
    <w:rsid w:val="003953B5"/>
    <w:rsid w:val="003963C9"/>
    <w:rsid w:val="003A12BC"/>
    <w:rsid w:val="003A4359"/>
    <w:rsid w:val="003A6253"/>
    <w:rsid w:val="003A7792"/>
    <w:rsid w:val="003A7B25"/>
    <w:rsid w:val="003B0631"/>
    <w:rsid w:val="003B103D"/>
    <w:rsid w:val="003B280D"/>
    <w:rsid w:val="003B3120"/>
    <w:rsid w:val="003B53E6"/>
    <w:rsid w:val="003C4E8A"/>
    <w:rsid w:val="003C5FB3"/>
    <w:rsid w:val="003C7C93"/>
    <w:rsid w:val="003D0A87"/>
    <w:rsid w:val="003D1E61"/>
    <w:rsid w:val="003D3B66"/>
    <w:rsid w:val="003D61F3"/>
    <w:rsid w:val="003D64EB"/>
    <w:rsid w:val="003E1BDB"/>
    <w:rsid w:val="003E20D3"/>
    <w:rsid w:val="003E5530"/>
    <w:rsid w:val="003F3FDA"/>
    <w:rsid w:val="003F49E6"/>
    <w:rsid w:val="00401DEE"/>
    <w:rsid w:val="0040205A"/>
    <w:rsid w:val="00405F32"/>
    <w:rsid w:val="004156D7"/>
    <w:rsid w:val="00420748"/>
    <w:rsid w:val="00424164"/>
    <w:rsid w:val="00431C9C"/>
    <w:rsid w:val="00431FD9"/>
    <w:rsid w:val="00432808"/>
    <w:rsid w:val="00432DC2"/>
    <w:rsid w:val="004342E6"/>
    <w:rsid w:val="00442840"/>
    <w:rsid w:val="0044323A"/>
    <w:rsid w:val="004432B7"/>
    <w:rsid w:val="004440D1"/>
    <w:rsid w:val="00445072"/>
    <w:rsid w:val="00446341"/>
    <w:rsid w:val="004467F2"/>
    <w:rsid w:val="004502BD"/>
    <w:rsid w:val="0045180A"/>
    <w:rsid w:val="00452151"/>
    <w:rsid w:val="00452DAD"/>
    <w:rsid w:val="004533CA"/>
    <w:rsid w:val="00453A99"/>
    <w:rsid w:val="0045517C"/>
    <w:rsid w:val="00455612"/>
    <w:rsid w:val="00460741"/>
    <w:rsid w:val="0046127B"/>
    <w:rsid w:val="00462375"/>
    <w:rsid w:val="0046508C"/>
    <w:rsid w:val="00465E16"/>
    <w:rsid w:val="004666AF"/>
    <w:rsid w:val="00466A0B"/>
    <w:rsid w:val="00472BC7"/>
    <w:rsid w:val="00474204"/>
    <w:rsid w:val="00474337"/>
    <w:rsid w:val="004818A8"/>
    <w:rsid w:val="00481C58"/>
    <w:rsid w:val="00493685"/>
    <w:rsid w:val="0049482F"/>
    <w:rsid w:val="00495B7B"/>
    <w:rsid w:val="004A031E"/>
    <w:rsid w:val="004A08C9"/>
    <w:rsid w:val="004A1945"/>
    <w:rsid w:val="004A419B"/>
    <w:rsid w:val="004B49F8"/>
    <w:rsid w:val="004B5116"/>
    <w:rsid w:val="004B6816"/>
    <w:rsid w:val="004B7F3E"/>
    <w:rsid w:val="004C295B"/>
    <w:rsid w:val="004C5383"/>
    <w:rsid w:val="004C6F72"/>
    <w:rsid w:val="004D20FC"/>
    <w:rsid w:val="004D228D"/>
    <w:rsid w:val="004D441B"/>
    <w:rsid w:val="004D4EFA"/>
    <w:rsid w:val="004E79EB"/>
    <w:rsid w:val="004F29FD"/>
    <w:rsid w:val="004F3C07"/>
    <w:rsid w:val="004F3F78"/>
    <w:rsid w:val="004F49DF"/>
    <w:rsid w:val="004F5116"/>
    <w:rsid w:val="004F60F2"/>
    <w:rsid w:val="00500DB0"/>
    <w:rsid w:val="0050164B"/>
    <w:rsid w:val="00503DF6"/>
    <w:rsid w:val="00505D49"/>
    <w:rsid w:val="00506B36"/>
    <w:rsid w:val="00512148"/>
    <w:rsid w:val="005138A5"/>
    <w:rsid w:val="00515624"/>
    <w:rsid w:val="005178E3"/>
    <w:rsid w:val="0052029C"/>
    <w:rsid w:val="00520ADA"/>
    <w:rsid w:val="00523C48"/>
    <w:rsid w:val="00530B93"/>
    <w:rsid w:val="005339D0"/>
    <w:rsid w:val="005349F8"/>
    <w:rsid w:val="00535CF8"/>
    <w:rsid w:val="0053686B"/>
    <w:rsid w:val="0054428E"/>
    <w:rsid w:val="00550842"/>
    <w:rsid w:val="005508A6"/>
    <w:rsid w:val="00550C9D"/>
    <w:rsid w:val="00553E9A"/>
    <w:rsid w:val="00565554"/>
    <w:rsid w:val="005657C9"/>
    <w:rsid w:val="005665AA"/>
    <w:rsid w:val="00566646"/>
    <w:rsid w:val="00571943"/>
    <w:rsid w:val="005729FB"/>
    <w:rsid w:val="00574346"/>
    <w:rsid w:val="00592F90"/>
    <w:rsid w:val="00593418"/>
    <w:rsid w:val="00593471"/>
    <w:rsid w:val="005947A1"/>
    <w:rsid w:val="00597E19"/>
    <w:rsid w:val="005A0FB6"/>
    <w:rsid w:val="005A51BA"/>
    <w:rsid w:val="005A5593"/>
    <w:rsid w:val="005A6287"/>
    <w:rsid w:val="005A7CFF"/>
    <w:rsid w:val="005B09DD"/>
    <w:rsid w:val="005B29FF"/>
    <w:rsid w:val="005B2F57"/>
    <w:rsid w:val="005B6DD3"/>
    <w:rsid w:val="005B79CA"/>
    <w:rsid w:val="005C2688"/>
    <w:rsid w:val="005C383C"/>
    <w:rsid w:val="005C4824"/>
    <w:rsid w:val="005C5DA3"/>
    <w:rsid w:val="005C6537"/>
    <w:rsid w:val="005D2BDD"/>
    <w:rsid w:val="005D3630"/>
    <w:rsid w:val="005E549A"/>
    <w:rsid w:val="005E598D"/>
    <w:rsid w:val="005E64C8"/>
    <w:rsid w:val="005E689B"/>
    <w:rsid w:val="005F25F6"/>
    <w:rsid w:val="005F2F73"/>
    <w:rsid w:val="005F3F18"/>
    <w:rsid w:val="005F42B9"/>
    <w:rsid w:val="005F45BB"/>
    <w:rsid w:val="005F5193"/>
    <w:rsid w:val="005F7988"/>
    <w:rsid w:val="00603169"/>
    <w:rsid w:val="00606798"/>
    <w:rsid w:val="006073F5"/>
    <w:rsid w:val="006118FA"/>
    <w:rsid w:val="00613CC4"/>
    <w:rsid w:val="00614D2B"/>
    <w:rsid w:val="00616341"/>
    <w:rsid w:val="00616963"/>
    <w:rsid w:val="00622020"/>
    <w:rsid w:val="006227D4"/>
    <w:rsid w:val="006237D9"/>
    <w:rsid w:val="00624D1C"/>
    <w:rsid w:val="00627D45"/>
    <w:rsid w:val="006301BB"/>
    <w:rsid w:val="00632759"/>
    <w:rsid w:val="00632767"/>
    <w:rsid w:val="006330D4"/>
    <w:rsid w:val="00636D3D"/>
    <w:rsid w:val="00636FBE"/>
    <w:rsid w:val="0064154C"/>
    <w:rsid w:val="00643BE0"/>
    <w:rsid w:val="00643C2C"/>
    <w:rsid w:val="00644201"/>
    <w:rsid w:val="00645050"/>
    <w:rsid w:val="006469C6"/>
    <w:rsid w:val="0064799A"/>
    <w:rsid w:val="00653389"/>
    <w:rsid w:val="006545C3"/>
    <w:rsid w:val="00660B36"/>
    <w:rsid w:val="0066387D"/>
    <w:rsid w:val="006639F1"/>
    <w:rsid w:val="00665EBD"/>
    <w:rsid w:val="00666394"/>
    <w:rsid w:val="00666E8F"/>
    <w:rsid w:val="00671587"/>
    <w:rsid w:val="006721BE"/>
    <w:rsid w:val="00672843"/>
    <w:rsid w:val="00673884"/>
    <w:rsid w:val="006803CC"/>
    <w:rsid w:val="006814E9"/>
    <w:rsid w:val="00686B77"/>
    <w:rsid w:val="00687DAD"/>
    <w:rsid w:val="0069205B"/>
    <w:rsid w:val="006928BB"/>
    <w:rsid w:val="006A1FD2"/>
    <w:rsid w:val="006A5CBD"/>
    <w:rsid w:val="006A7C8B"/>
    <w:rsid w:val="006B0A57"/>
    <w:rsid w:val="006B0DD1"/>
    <w:rsid w:val="006B13C2"/>
    <w:rsid w:val="006B2E4E"/>
    <w:rsid w:val="006B5832"/>
    <w:rsid w:val="006B6B85"/>
    <w:rsid w:val="006C14A4"/>
    <w:rsid w:val="006C41AF"/>
    <w:rsid w:val="006C5674"/>
    <w:rsid w:val="006D1322"/>
    <w:rsid w:val="006D3043"/>
    <w:rsid w:val="006D3AF0"/>
    <w:rsid w:val="006D3D86"/>
    <w:rsid w:val="006E0DEA"/>
    <w:rsid w:val="006E1765"/>
    <w:rsid w:val="006E568A"/>
    <w:rsid w:val="006F6BCF"/>
    <w:rsid w:val="00700D50"/>
    <w:rsid w:val="00702856"/>
    <w:rsid w:val="0070545B"/>
    <w:rsid w:val="0070697A"/>
    <w:rsid w:val="00706C11"/>
    <w:rsid w:val="00706C57"/>
    <w:rsid w:val="00710AF3"/>
    <w:rsid w:val="00715E96"/>
    <w:rsid w:val="0071780A"/>
    <w:rsid w:val="007305D3"/>
    <w:rsid w:val="00730C8C"/>
    <w:rsid w:val="007312BC"/>
    <w:rsid w:val="007313C5"/>
    <w:rsid w:val="00734864"/>
    <w:rsid w:val="00736648"/>
    <w:rsid w:val="0073668A"/>
    <w:rsid w:val="00736844"/>
    <w:rsid w:val="0073771D"/>
    <w:rsid w:val="007540D7"/>
    <w:rsid w:val="00754ED0"/>
    <w:rsid w:val="007565CC"/>
    <w:rsid w:val="0076169C"/>
    <w:rsid w:val="00766306"/>
    <w:rsid w:val="00767242"/>
    <w:rsid w:val="00771599"/>
    <w:rsid w:val="00771DDB"/>
    <w:rsid w:val="007730D3"/>
    <w:rsid w:val="00774CE6"/>
    <w:rsid w:val="00780DD3"/>
    <w:rsid w:val="00781266"/>
    <w:rsid w:val="0078225F"/>
    <w:rsid w:val="00782B0B"/>
    <w:rsid w:val="00782E41"/>
    <w:rsid w:val="00783488"/>
    <w:rsid w:val="00785C83"/>
    <w:rsid w:val="00790A3B"/>
    <w:rsid w:val="007920C5"/>
    <w:rsid w:val="00793721"/>
    <w:rsid w:val="00795A0D"/>
    <w:rsid w:val="007A5049"/>
    <w:rsid w:val="007A638C"/>
    <w:rsid w:val="007A6697"/>
    <w:rsid w:val="007A6EC3"/>
    <w:rsid w:val="007A70C6"/>
    <w:rsid w:val="007A79D4"/>
    <w:rsid w:val="007B0FF7"/>
    <w:rsid w:val="007C7714"/>
    <w:rsid w:val="007D0A91"/>
    <w:rsid w:val="007D3059"/>
    <w:rsid w:val="007D6CA0"/>
    <w:rsid w:val="007D739C"/>
    <w:rsid w:val="007E01F4"/>
    <w:rsid w:val="007E0E83"/>
    <w:rsid w:val="007E15CD"/>
    <w:rsid w:val="007E3315"/>
    <w:rsid w:val="007E3B83"/>
    <w:rsid w:val="007E3EAD"/>
    <w:rsid w:val="007E5B08"/>
    <w:rsid w:val="007E717E"/>
    <w:rsid w:val="007F1BC4"/>
    <w:rsid w:val="007F3A61"/>
    <w:rsid w:val="007F6196"/>
    <w:rsid w:val="007F7947"/>
    <w:rsid w:val="008010A4"/>
    <w:rsid w:val="00804463"/>
    <w:rsid w:val="0080713C"/>
    <w:rsid w:val="00810B65"/>
    <w:rsid w:val="0081671A"/>
    <w:rsid w:val="00817D25"/>
    <w:rsid w:val="00817D7B"/>
    <w:rsid w:val="00822AB0"/>
    <w:rsid w:val="008242B8"/>
    <w:rsid w:val="00826F3B"/>
    <w:rsid w:val="00831979"/>
    <w:rsid w:val="00832ADE"/>
    <w:rsid w:val="00834565"/>
    <w:rsid w:val="008345C6"/>
    <w:rsid w:val="008346F7"/>
    <w:rsid w:val="00840782"/>
    <w:rsid w:val="0084353C"/>
    <w:rsid w:val="00846F3F"/>
    <w:rsid w:val="008473A3"/>
    <w:rsid w:val="0085145F"/>
    <w:rsid w:val="0085268F"/>
    <w:rsid w:val="0085399A"/>
    <w:rsid w:val="00854535"/>
    <w:rsid w:val="00856E68"/>
    <w:rsid w:val="008574D1"/>
    <w:rsid w:val="00862715"/>
    <w:rsid w:val="00864C59"/>
    <w:rsid w:val="0087696E"/>
    <w:rsid w:val="00877A11"/>
    <w:rsid w:val="0088083A"/>
    <w:rsid w:val="00880D3F"/>
    <w:rsid w:val="0088650D"/>
    <w:rsid w:val="00887B83"/>
    <w:rsid w:val="00887F4D"/>
    <w:rsid w:val="00891171"/>
    <w:rsid w:val="00891DC8"/>
    <w:rsid w:val="0089405E"/>
    <w:rsid w:val="0089440D"/>
    <w:rsid w:val="00894BC3"/>
    <w:rsid w:val="0089647C"/>
    <w:rsid w:val="00897A20"/>
    <w:rsid w:val="008A32F1"/>
    <w:rsid w:val="008A35E3"/>
    <w:rsid w:val="008A7FC8"/>
    <w:rsid w:val="008B34AE"/>
    <w:rsid w:val="008C3481"/>
    <w:rsid w:val="008C3FF2"/>
    <w:rsid w:val="008C529E"/>
    <w:rsid w:val="008C5C14"/>
    <w:rsid w:val="008D1386"/>
    <w:rsid w:val="008D36E8"/>
    <w:rsid w:val="008D6188"/>
    <w:rsid w:val="008D6665"/>
    <w:rsid w:val="008D6807"/>
    <w:rsid w:val="008E3C85"/>
    <w:rsid w:val="008F29ED"/>
    <w:rsid w:val="008F584B"/>
    <w:rsid w:val="008F6175"/>
    <w:rsid w:val="008F71C0"/>
    <w:rsid w:val="008F7E87"/>
    <w:rsid w:val="00900EDA"/>
    <w:rsid w:val="009010AE"/>
    <w:rsid w:val="0090111B"/>
    <w:rsid w:val="0090153F"/>
    <w:rsid w:val="00902604"/>
    <w:rsid w:val="00907ECE"/>
    <w:rsid w:val="009106CD"/>
    <w:rsid w:val="009135E0"/>
    <w:rsid w:val="00913F3D"/>
    <w:rsid w:val="0091593F"/>
    <w:rsid w:val="00917466"/>
    <w:rsid w:val="00921E0A"/>
    <w:rsid w:val="00922164"/>
    <w:rsid w:val="0092375E"/>
    <w:rsid w:val="00924F13"/>
    <w:rsid w:val="00927505"/>
    <w:rsid w:val="00927FA2"/>
    <w:rsid w:val="00935E50"/>
    <w:rsid w:val="00937979"/>
    <w:rsid w:val="00942C90"/>
    <w:rsid w:val="00951710"/>
    <w:rsid w:val="00952063"/>
    <w:rsid w:val="00954561"/>
    <w:rsid w:val="009545D8"/>
    <w:rsid w:val="00954BA2"/>
    <w:rsid w:val="00955F5B"/>
    <w:rsid w:val="009602E1"/>
    <w:rsid w:val="009602ED"/>
    <w:rsid w:val="00962D40"/>
    <w:rsid w:val="00964B14"/>
    <w:rsid w:val="009666F2"/>
    <w:rsid w:val="009667AE"/>
    <w:rsid w:val="00970C4F"/>
    <w:rsid w:val="0097461D"/>
    <w:rsid w:val="009747A4"/>
    <w:rsid w:val="009760C4"/>
    <w:rsid w:val="00980772"/>
    <w:rsid w:val="00982A67"/>
    <w:rsid w:val="00984CBD"/>
    <w:rsid w:val="00984E1C"/>
    <w:rsid w:val="0098546F"/>
    <w:rsid w:val="00985EF1"/>
    <w:rsid w:val="0098786B"/>
    <w:rsid w:val="00994892"/>
    <w:rsid w:val="009A1439"/>
    <w:rsid w:val="009A4142"/>
    <w:rsid w:val="009A4BD0"/>
    <w:rsid w:val="009A75C6"/>
    <w:rsid w:val="009A7CD6"/>
    <w:rsid w:val="009B03F9"/>
    <w:rsid w:val="009B3DF9"/>
    <w:rsid w:val="009C00EF"/>
    <w:rsid w:val="009C5563"/>
    <w:rsid w:val="009C7C76"/>
    <w:rsid w:val="009D03BD"/>
    <w:rsid w:val="009D39C7"/>
    <w:rsid w:val="009D6196"/>
    <w:rsid w:val="009E02A9"/>
    <w:rsid w:val="009E4092"/>
    <w:rsid w:val="009E5CC7"/>
    <w:rsid w:val="009E6D8C"/>
    <w:rsid w:val="009E6ED6"/>
    <w:rsid w:val="009F0CAD"/>
    <w:rsid w:val="009F102B"/>
    <w:rsid w:val="009F1E38"/>
    <w:rsid w:val="009F5943"/>
    <w:rsid w:val="009F75AD"/>
    <w:rsid w:val="00A001F9"/>
    <w:rsid w:val="00A002C8"/>
    <w:rsid w:val="00A011FC"/>
    <w:rsid w:val="00A04D70"/>
    <w:rsid w:val="00A071E5"/>
    <w:rsid w:val="00A10676"/>
    <w:rsid w:val="00A11180"/>
    <w:rsid w:val="00A12648"/>
    <w:rsid w:val="00A1307C"/>
    <w:rsid w:val="00A212F6"/>
    <w:rsid w:val="00A24465"/>
    <w:rsid w:val="00A26873"/>
    <w:rsid w:val="00A2779F"/>
    <w:rsid w:val="00A3050F"/>
    <w:rsid w:val="00A31951"/>
    <w:rsid w:val="00A346BD"/>
    <w:rsid w:val="00A35122"/>
    <w:rsid w:val="00A36AD4"/>
    <w:rsid w:val="00A37D63"/>
    <w:rsid w:val="00A41503"/>
    <w:rsid w:val="00A42DF4"/>
    <w:rsid w:val="00A442EF"/>
    <w:rsid w:val="00A5471E"/>
    <w:rsid w:val="00A550CF"/>
    <w:rsid w:val="00A55DCF"/>
    <w:rsid w:val="00A611FE"/>
    <w:rsid w:val="00A612FB"/>
    <w:rsid w:val="00A63078"/>
    <w:rsid w:val="00A63A34"/>
    <w:rsid w:val="00A646AE"/>
    <w:rsid w:val="00A64ACB"/>
    <w:rsid w:val="00A76CE4"/>
    <w:rsid w:val="00A80909"/>
    <w:rsid w:val="00A816A7"/>
    <w:rsid w:val="00A82C38"/>
    <w:rsid w:val="00A85025"/>
    <w:rsid w:val="00A906E7"/>
    <w:rsid w:val="00A91113"/>
    <w:rsid w:val="00A91F4E"/>
    <w:rsid w:val="00A92891"/>
    <w:rsid w:val="00A93815"/>
    <w:rsid w:val="00A94AD6"/>
    <w:rsid w:val="00A9706F"/>
    <w:rsid w:val="00AA3808"/>
    <w:rsid w:val="00AA3D64"/>
    <w:rsid w:val="00AA4CFB"/>
    <w:rsid w:val="00AA6331"/>
    <w:rsid w:val="00AA779B"/>
    <w:rsid w:val="00AB3A30"/>
    <w:rsid w:val="00AB4643"/>
    <w:rsid w:val="00AB529F"/>
    <w:rsid w:val="00AC15AB"/>
    <w:rsid w:val="00AC57F3"/>
    <w:rsid w:val="00AC5FA7"/>
    <w:rsid w:val="00AD5E8D"/>
    <w:rsid w:val="00AD6D2D"/>
    <w:rsid w:val="00AE01F0"/>
    <w:rsid w:val="00AE3BE8"/>
    <w:rsid w:val="00AE4841"/>
    <w:rsid w:val="00AF1008"/>
    <w:rsid w:val="00AF3BD2"/>
    <w:rsid w:val="00AF4A28"/>
    <w:rsid w:val="00AF7439"/>
    <w:rsid w:val="00B01F78"/>
    <w:rsid w:val="00B02BB5"/>
    <w:rsid w:val="00B101BF"/>
    <w:rsid w:val="00B11416"/>
    <w:rsid w:val="00B12CDF"/>
    <w:rsid w:val="00B14145"/>
    <w:rsid w:val="00B17C02"/>
    <w:rsid w:val="00B25255"/>
    <w:rsid w:val="00B27CDA"/>
    <w:rsid w:val="00B301C3"/>
    <w:rsid w:val="00B31E71"/>
    <w:rsid w:val="00B321D8"/>
    <w:rsid w:val="00B3550F"/>
    <w:rsid w:val="00B358EE"/>
    <w:rsid w:val="00B36E27"/>
    <w:rsid w:val="00B43F09"/>
    <w:rsid w:val="00B528E5"/>
    <w:rsid w:val="00B54839"/>
    <w:rsid w:val="00B559DE"/>
    <w:rsid w:val="00B55ABD"/>
    <w:rsid w:val="00B65EED"/>
    <w:rsid w:val="00B66EDF"/>
    <w:rsid w:val="00B67E1E"/>
    <w:rsid w:val="00B73E59"/>
    <w:rsid w:val="00B8405D"/>
    <w:rsid w:val="00B84817"/>
    <w:rsid w:val="00B85912"/>
    <w:rsid w:val="00B86808"/>
    <w:rsid w:val="00B9115B"/>
    <w:rsid w:val="00B91270"/>
    <w:rsid w:val="00B924FE"/>
    <w:rsid w:val="00B931DC"/>
    <w:rsid w:val="00B93569"/>
    <w:rsid w:val="00B9367B"/>
    <w:rsid w:val="00B93F61"/>
    <w:rsid w:val="00BA21DF"/>
    <w:rsid w:val="00BA28D3"/>
    <w:rsid w:val="00BA28F1"/>
    <w:rsid w:val="00BA2AE3"/>
    <w:rsid w:val="00BA66C7"/>
    <w:rsid w:val="00BA7416"/>
    <w:rsid w:val="00BB48D3"/>
    <w:rsid w:val="00BB5AB0"/>
    <w:rsid w:val="00BC2D09"/>
    <w:rsid w:val="00BD5B8C"/>
    <w:rsid w:val="00BD77D2"/>
    <w:rsid w:val="00BE2F49"/>
    <w:rsid w:val="00BE3098"/>
    <w:rsid w:val="00BE37BA"/>
    <w:rsid w:val="00BE3808"/>
    <w:rsid w:val="00BE3E47"/>
    <w:rsid w:val="00BE45B9"/>
    <w:rsid w:val="00BF0221"/>
    <w:rsid w:val="00BF1B8A"/>
    <w:rsid w:val="00C00C95"/>
    <w:rsid w:val="00C07350"/>
    <w:rsid w:val="00C0739B"/>
    <w:rsid w:val="00C124B9"/>
    <w:rsid w:val="00C140A7"/>
    <w:rsid w:val="00C15459"/>
    <w:rsid w:val="00C23148"/>
    <w:rsid w:val="00C2346E"/>
    <w:rsid w:val="00C23ABA"/>
    <w:rsid w:val="00C277A0"/>
    <w:rsid w:val="00C31D81"/>
    <w:rsid w:val="00C32847"/>
    <w:rsid w:val="00C4139F"/>
    <w:rsid w:val="00C44934"/>
    <w:rsid w:val="00C453CB"/>
    <w:rsid w:val="00C52819"/>
    <w:rsid w:val="00C52DC1"/>
    <w:rsid w:val="00C537C6"/>
    <w:rsid w:val="00C55D42"/>
    <w:rsid w:val="00C60145"/>
    <w:rsid w:val="00C64234"/>
    <w:rsid w:val="00C65582"/>
    <w:rsid w:val="00C732D9"/>
    <w:rsid w:val="00C73DEB"/>
    <w:rsid w:val="00C76D2A"/>
    <w:rsid w:val="00C80F23"/>
    <w:rsid w:val="00C81C9F"/>
    <w:rsid w:val="00C843B5"/>
    <w:rsid w:val="00C849B6"/>
    <w:rsid w:val="00C86C09"/>
    <w:rsid w:val="00C86FF4"/>
    <w:rsid w:val="00C902CE"/>
    <w:rsid w:val="00C91256"/>
    <w:rsid w:val="00C91373"/>
    <w:rsid w:val="00C918A2"/>
    <w:rsid w:val="00C95D20"/>
    <w:rsid w:val="00C96BA6"/>
    <w:rsid w:val="00C97A40"/>
    <w:rsid w:val="00CA0871"/>
    <w:rsid w:val="00CA39D8"/>
    <w:rsid w:val="00CA4D74"/>
    <w:rsid w:val="00CA56CF"/>
    <w:rsid w:val="00CB53CB"/>
    <w:rsid w:val="00CB630C"/>
    <w:rsid w:val="00CB7D7A"/>
    <w:rsid w:val="00CC2223"/>
    <w:rsid w:val="00CC4187"/>
    <w:rsid w:val="00CD07CE"/>
    <w:rsid w:val="00CD0B27"/>
    <w:rsid w:val="00CD1D52"/>
    <w:rsid w:val="00CD4E4E"/>
    <w:rsid w:val="00CE08C9"/>
    <w:rsid w:val="00CE22DB"/>
    <w:rsid w:val="00CE2A26"/>
    <w:rsid w:val="00CE5A5E"/>
    <w:rsid w:val="00CE635B"/>
    <w:rsid w:val="00CF06A4"/>
    <w:rsid w:val="00CF0C87"/>
    <w:rsid w:val="00CF2489"/>
    <w:rsid w:val="00CF399A"/>
    <w:rsid w:val="00CF3EA4"/>
    <w:rsid w:val="00CF455B"/>
    <w:rsid w:val="00CF4DFD"/>
    <w:rsid w:val="00CF6F66"/>
    <w:rsid w:val="00D000A8"/>
    <w:rsid w:val="00D01C6A"/>
    <w:rsid w:val="00D02BCF"/>
    <w:rsid w:val="00D040C5"/>
    <w:rsid w:val="00D05FA3"/>
    <w:rsid w:val="00D06F2C"/>
    <w:rsid w:val="00D10F16"/>
    <w:rsid w:val="00D12E4F"/>
    <w:rsid w:val="00D14A31"/>
    <w:rsid w:val="00D14E99"/>
    <w:rsid w:val="00D150C7"/>
    <w:rsid w:val="00D20A19"/>
    <w:rsid w:val="00D20D1C"/>
    <w:rsid w:val="00D2230F"/>
    <w:rsid w:val="00D30983"/>
    <w:rsid w:val="00D33F50"/>
    <w:rsid w:val="00D42118"/>
    <w:rsid w:val="00D42316"/>
    <w:rsid w:val="00D42D59"/>
    <w:rsid w:val="00D430F2"/>
    <w:rsid w:val="00D4566F"/>
    <w:rsid w:val="00D47F62"/>
    <w:rsid w:val="00D50F53"/>
    <w:rsid w:val="00D527ED"/>
    <w:rsid w:val="00D52B2D"/>
    <w:rsid w:val="00D53801"/>
    <w:rsid w:val="00D53D22"/>
    <w:rsid w:val="00D54BC3"/>
    <w:rsid w:val="00D5547E"/>
    <w:rsid w:val="00D61E23"/>
    <w:rsid w:val="00D62CCF"/>
    <w:rsid w:val="00D64481"/>
    <w:rsid w:val="00D65235"/>
    <w:rsid w:val="00D660FF"/>
    <w:rsid w:val="00D7040E"/>
    <w:rsid w:val="00D705E0"/>
    <w:rsid w:val="00D75BD2"/>
    <w:rsid w:val="00D83A5F"/>
    <w:rsid w:val="00D8711F"/>
    <w:rsid w:val="00D9096B"/>
    <w:rsid w:val="00D93BE7"/>
    <w:rsid w:val="00D93E56"/>
    <w:rsid w:val="00D96C89"/>
    <w:rsid w:val="00D97D0F"/>
    <w:rsid w:val="00DA0F48"/>
    <w:rsid w:val="00DB2FC1"/>
    <w:rsid w:val="00DB3BFF"/>
    <w:rsid w:val="00DB75D7"/>
    <w:rsid w:val="00DC0DB3"/>
    <w:rsid w:val="00DC1B16"/>
    <w:rsid w:val="00DC2FE3"/>
    <w:rsid w:val="00DD5DBE"/>
    <w:rsid w:val="00DE152E"/>
    <w:rsid w:val="00DE2DB2"/>
    <w:rsid w:val="00DE3FD2"/>
    <w:rsid w:val="00DE418F"/>
    <w:rsid w:val="00DE5C65"/>
    <w:rsid w:val="00DF260B"/>
    <w:rsid w:val="00DF6A59"/>
    <w:rsid w:val="00DF7602"/>
    <w:rsid w:val="00E01043"/>
    <w:rsid w:val="00E05C8B"/>
    <w:rsid w:val="00E11EAE"/>
    <w:rsid w:val="00E145DA"/>
    <w:rsid w:val="00E17E84"/>
    <w:rsid w:val="00E20169"/>
    <w:rsid w:val="00E2253A"/>
    <w:rsid w:val="00E23547"/>
    <w:rsid w:val="00E24C48"/>
    <w:rsid w:val="00E266D3"/>
    <w:rsid w:val="00E27422"/>
    <w:rsid w:val="00E30381"/>
    <w:rsid w:val="00E30D63"/>
    <w:rsid w:val="00E328E8"/>
    <w:rsid w:val="00E335AD"/>
    <w:rsid w:val="00E36732"/>
    <w:rsid w:val="00E36CFA"/>
    <w:rsid w:val="00E4267F"/>
    <w:rsid w:val="00E4394D"/>
    <w:rsid w:val="00E4590E"/>
    <w:rsid w:val="00E52E6F"/>
    <w:rsid w:val="00E540B0"/>
    <w:rsid w:val="00E5438C"/>
    <w:rsid w:val="00E56E33"/>
    <w:rsid w:val="00E6268D"/>
    <w:rsid w:val="00E63EE3"/>
    <w:rsid w:val="00E72089"/>
    <w:rsid w:val="00E767B1"/>
    <w:rsid w:val="00E76EF0"/>
    <w:rsid w:val="00E80697"/>
    <w:rsid w:val="00E8129F"/>
    <w:rsid w:val="00E84B0B"/>
    <w:rsid w:val="00E84C19"/>
    <w:rsid w:val="00E84EEC"/>
    <w:rsid w:val="00E84F3E"/>
    <w:rsid w:val="00E853CA"/>
    <w:rsid w:val="00E8659F"/>
    <w:rsid w:val="00E87619"/>
    <w:rsid w:val="00E908D0"/>
    <w:rsid w:val="00E916A6"/>
    <w:rsid w:val="00E944DB"/>
    <w:rsid w:val="00E979BD"/>
    <w:rsid w:val="00EA14B7"/>
    <w:rsid w:val="00EA1CB4"/>
    <w:rsid w:val="00EA1EA1"/>
    <w:rsid w:val="00EA2A9F"/>
    <w:rsid w:val="00EA3D94"/>
    <w:rsid w:val="00EA43E2"/>
    <w:rsid w:val="00EA5998"/>
    <w:rsid w:val="00EA671E"/>
    <w:rsid w:val="00EB0D46"/>
    <w:rsid w:val="00EB3406"/>
    <w:rsid w:val="00EB63D5"/>
    <w:rsid w:val="00EB771B"/>
    <w:rsid w:val="00EC2432"/>
    <w:rsid w:val="00EC24F2"/>
    <w:rsid w:val="00EC521F"/>
    <w:rsid w:val="00EC536B"/>
    <w:rsid w:val="00ED0639"/>
    <w:rsid w:val="00ED09F6"/>
    <w:rsid w:val="00ED211F"/>
    <w:rsid w:val="00ED3444"/>
    <w:rsid w:val="00ED54FF"/>
    <w:rsid w:val="00ED77C9"/>
    <w:rsid w:val="00EE1E23"/>
    <w:rsid w:val="00EE1E6B"/>
    <w:rsid w:val="00EE3188"/>
    <w:rsid w:val="00EE7691"/>
    <w:rsid w:val="00EF0290"/>
    <w:rsid w:val="00EF0C70"/>
    <w:rsid w:val="00EF0E24"/>
    <w:rsid w:val="00EF26EF"/>
    <w:rsid w:val="00EF2F7B"/>
    <w:rsid w:val="00EF314E"/>
    <w:rsid w:val="00EF35DF"/>
    <w:rsid w:val="00F00DB7"/>
    <w:rsid w:val="00F01EAC"/>
    <w:rsid w:val="00F10888"/>
    <w:rsid w:val="00F117B7"/>
    <w:rsid w:val="00F121DD"/>
    <w:rsid w:val="00F15128"/>
    <w:rsid w:val="00F16D46"/>
    <w:rsid w:val="00F211D1"/>
    <w:rsid w:val="00F2153D"/>
    <w:rsid w:val="00F22B2E"/>
    <w:rsid w:val="00F22B72"/>
    <w:rsid w:val="00F30CFD"/>
    <w:rsid w:val="00F31E16"/>
    <w:rsid w:val="00F355FB"/>
    <w:rsid w:val="00F36188"/>
    <w:rsid w:val="00F4195C"/>
    <w:rsid w:val="00F44472"/>
    <w:rsid w:val="00F4535B"/>
    <w:rsid w:val="00F46B83"/>
    <w:rsid w:val="00F46CD6"/>
    <w:rsid w:val="00F51E08"/>
    <w:rsid w:val="00F51FF5"/>
    <w:rsid w:val="00F56CAC"/>
    <w:rsid w:val="00F60C8E"/>
    <w:rsid w:val="00F6155C"/>
    <w:rsid w:val="00F6380C"/>
    <w:rsid w:val="00F643BD"/>
    <w:rsid w:val="00F645ED"/>
    <w:rsid w:val="00F662A5"/>
    <w:rsid w:val="00F66944"/>
    <w:rsid w:val="00F7170D"/>
    <w:rsid w:val="00F71C55"/>
    <w:rsid w:val="00F75932"/>
    <w:rsid w:val="00F765D3"/>
    <w:rsid w:val="00F77212"/>
    <w:rsid w:val="00F7797D"/>
    <w:rsid w:val="00F80904"/>
    <w:rsid w:val="00F810BC"/>
    <w:rsid w:val="00F842AB"/>
    <w:rsid w:val="00F84AF9"/>
    <w:rsid w:val="00F84EA6"/>
    <w:rsid w:val="00F86B03"/>
    <w:rsid w:val="00F8766D"/>
    <w:rsid w:val="00F91F06"/>
    <w:rsid w:val="00F9520C"/>
    <w:rsid w:val="00F95846"/>
    <w:rsid w:val="00F96F8E"/>
    <w:rsid w:val="00FA05FB"/>
    <w:rsid w:val="00FA0C41"/>
    <w:rsid w:val="00FA10F8"/>
    <w:rsid w:val="00FA201B"/>
    <w:rsid w:val="00FA2482"/>
    <w:rsid w:val="00FA65CF"/>
    <w:rsid w:val="00FA6739"/>
    <w:rsid w:val="00FA69B8"/>
    <w:rsid w:val="00FA7196"/>
    <w:rsid w:val="00FA7A9C"/>
    <w:rsid w:val="00FB3397"/>
    <w:rsid w:val="00FB7972"/>
    <w:rsid w:val="00FC2B01"/>
    <w:rsid w:val="00FC6D46"/>
    <w:rsid w:val="00FC6F9B"/>
    <w:rsid w:val="00FC7A0E"/>
    <w:rsid w:val="00FC7F2E"/>
    <w:rsid w:val="00FD6956"/>
    <w:rsid w:val="00FE1180"/>
    <w:rsid w:val="00FE208F"/>
    <w:rsid w:val="00FE453F"/>
    <w:rsid w:val="00FE5218"/>
    <w:rsid w:val="00FE55BE"/>
    <w:rsid w:val="00FF0591"/>
    <w:rsid w:val="00FF0B1D"/>
    <w:rsid w:val="00FF152B"/>
    <w:rsid w:val="00FF1FFB"/>
    <w:rsid w:val="00FF30DE"/>
    <w:rsid w:val="183C0A73"/>
    <w:rsid w:val="3D5E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文档结构图 Char"/>
    <w:link w:val="a3"/>
    <w:rPr>
      <w:rFonts w:ascii="宋体"/>
      <w:kern w:val="2"/>
      <w:sz w:val="18"/>
      <w:szCs w:val="18"/>
    </w:rPr>
  </w:style>
  <w:style w:type="character" w:customStyle="1" w:styleId="Char0">
    <w:name w:val="日期 Char"/>
    <w:link w:val="a4"/>
    <w:rPr>
      <w:kern w:val="2"/>
      <w:sz w:val="21"/>
      <w:szCs w:val="24"/>
    </w:rPr>
  </w:style>
  <w:style w:type="character" w:customStyle="1" w:styleId="Char1">
    <w:name w:val="页眉 Char"/>
    <w:link w:val="a5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styleId="a6">
    <w:name w:val="Hyperlink"/>
    <w:rPr>
      <w:color w:val="0000FF"/>
      <w:u w:val="single"/>
    </w:rPr>
  </w:style>
  <w:style w:type="character" w:customStyle="1" w:styleId="5Char">
    <w:name w:val="标题 5 Char"/>
    <w:link w:val="5"/>
    <w:semiHidden/>
    <w:rPr>
      <w:b/>
      <w:bCs/>
      <w:kern w:val="2"/>
      <w:sz w:val="28"/>
      <w:szCs w:val="28"/>
    </w:rPr>
  </w:style>
  <w:style w:type="character" w:styleId="a7">
    <w:name w:val="Strong"/>
    <w:qFormat/>
    <w:rPr>
      <w:b/>
      <w:bCs/>
    </w:rPr>
  </w:style>
  <w:style w:type="character" w:styleId="a8">
    <w:name w:val="page number"/>
    <w:basedOn w:val="a0"/>
    <w:qFormat/>
  </w:style>
  <w:style w:type="character" w:customStyle="1" w:styleId="Char2">
    <w:name w:val="标题 Char"/>
    <w:link w:val="a9"/>
    <w:rPr>
      <w:rFonts w:ascii="Calibri Light" w:hAnsi="Calibri Light"/>
      <w:b/>
      <w:bCs/>
      <w:kern w:val="2"/>
      <w:sz w:val="32"/>
      <w:szCs w:val="32"/>
    </w:rPr>
  </w:style>
  <w:style w:type="character" w:customStyle="1" w:styleId="Char3">
    <w:name w:val="批注框文本 Char"/>
    <w:link w:val="aa"/>
    <w:uiPriority w:val="99"/>
    <w:rPr>
      <w:kern w:val="2"/>
      <w:sz w:val="18"/>
      <w:szCs w:val="18"/>
    </w:rPr>
  </w:style>
  <w:style w:type="character" w:customStyle="1" w:styleId="style41">
    <w:name w:val="style41"/>
    <w:rPr>
      <w:sz w:val="24"/>
      <w:szCs w:val="24"/>
    </w:rPr>
  </w:style>
  <w:style w:type="character" w:customStyle="1" w:styleId="Char4">
    <w:name w:val="页脚 Char"/>
    <w:link w:val="ab"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Char">
    <w:name w:val=" Char Char Char Char"/>
    <w:basedOn w:val="a"/>
    <w:rPr>
      <w:rFonts w:ascii="宋体" w:hAnsi="宋体" w:cs="Courier New"/>
      <w:sz w:val="32"/>
      <w:szCs w:val="32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d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footer"/>
    <w:basedOn w:val="a"/>
    <w:link w:val="Char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Indent 2"/>
    <w:basedOn w:val="a"/>
    <w:pPr>
      <w:spacing w:after="120" w:line="480" w:lineRule="auto"/>
      <w:ind w:leftChars="200" w:left="420"/>
    </w:pPr>
  </w:style>
  <w:style w:type="paragraph" w:customStyle="1" w:styleId="Bodytext1">
    <w:name w:val="Body text|1"/>
    <w:basedOn w:val="a"/>
    <w:qFormat/>
    <w:pPr>
      <w:spacing w:line="451" w:lineRule="auto"/>
      <w:ind w:firstLine="400"/>
    </w:pPr>
    <w:rPr>
      <w:rFonts w:ascii="宋体" w:hAnsi="宋体" w:cs="宋体"/>
      <w:sz w:val="19"/>
      <w:szCs w:val="19"/>
      <w:lang w:val="zh-CN" w:bidi="zh-CN"/>
    </w:rPr>
  </w:style>
  <w:style w:type="paragraph" w:customStyle="1" w:styleId="CharCharCharCharCharChar">
    <w:name w:val=" Char Char Char Char Char Char"/>
    <w:basedOn w:val="a"/>
    <w:pPr>
      <w:adjustRightInd w:val="0"/>
      <w:spacing w:line="360" w:lineRule="atLeast"/>
      <w:textAlignment w:val="baseline"/>
    </w:pPr>
    <w:rPr>
      <w:rFonts w:ascii="宋体" w:hAnsi="宋体" w:cs="Courier New"/>
      <w:sz w:val="32"/>
      <w:szCs w:val="32"/>
    </w:r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customStyle="1" w:styleId="Char5">
    <w:name w:val=" Char"/>
    <w:basedOn w:val="a"/>
    <w:rPr>
      <w:rFonts w:ascii="宋体" w:hAnsi="宋体" w:cs="Courier New"/>
      <w:sz w:val="32"/>
      <w:szCs w:val="32"/>
    </w:rPr>
  </w:style>
  <w:style w:type="paragraph" w:customStyle="1" w:styleId="title">
    <w:name w:val="title"/>
    <w:basedOn w:val="a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Char3"/>
    <w:uiPriority w:val="99"/>
    <w:rPr>
      <w:sz w:val="18"/>
      <w:szCs w:val="18"/>
    </w:rPr>
  </w:style>
  <w:style w:type="paragraph" w:styleId="ae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Body Text Indent"/>
    <w:basedOn w:val="a"/>
    <w:pPr>
      <w:ind w:firstLine="630"/>
    </w:pPr>
    <w:rPr>
      <w:rFonts w:ascii="黑体" w:eastAsia="黑体" w:hAnsi="华文仿宋"/>
      <w:sz w:val="32"/>
    </w:rPr>
  </w:style>
  <w:style w:type="paragraph" w:customStyle="1" w:styleId="Heading21">
    <w:name w:val="Heading #2|1"/>
    <w:basedOn w:val="a"/>
    <w:qFormat/>
    <w:pPr>
      <w:spacing w:after="480" w:line="523" w:lineRule="exact"/>
      <w:jc w:val="center"/>
      <w:outlineLvl w:val="1"/>
    </w:pPr>
    <w:rPr>
      <w:rFonts w:ascii="宋体" w:hAnsi="宋体" w:cs="宋体"/>
      <w:sz w:val="28"/>
      <w:szCs w:val="28"/>
      <w:lang w:val="zh-CN" w:bidi="zh-CN"/>
    </w:rPr>
  </w:style>
  <w:style w:type="paragraph" w:styleId="a9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af0">
    <w:name w:val="Body Text"/>
    <w:basedOn w:val="a"/>
    <w:pPr>
      <w:jc w:val="center"/>
    </w:pPr>
    <w:rPr>
      <w:sz w:val="36"/>
      <w:szCs w:val="20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3">
    <w:name w:val="Document Map"/>
    <w:basedOn w:val="a"/>
    <w:link w:val="Char"/>
    <w:rPr>
      <w:rFonts w:ascii="宋体"/>
      <w:sz w:val="18"/>
      <w:szCs w:val="18"/>
    </w:rPr>
  </w:style>
  <w:style w:type="paragraph" w:styleId="3">
    <w:name w:val="Body Text Indent 3"/>
    <w:basedOn w:val="a"/>
    <w:pPr>
      <w:spacing w:after="120"/>
      <w:ind w:leftChars="200" w:left="420"/>
    </w:pPr>
    <w:rPr>
      <w:sz w:val="16"/>
      <w:szCs w:val="16"/>
    </w:rPr>
  </w:style>
  <w:style w:type="table" w:styleId="af1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cf\Application%20Data\Microsoft\Templates\&#20140;&#25945;&#12308;2005&#12309;&#21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京教〔2005〕号</Template>
  <TotalTime>1</TotalTime>
  <Pages>2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京教〔2003〕号</dc:title>
  <dc:creator>wcf</dc:creator>
  <cp:lastModifiedBy>lenovo</cp:lastModifiedBy>
  <cp:revision>2</cp:revision>
  <cp:lastPrinted>2020-06-02T06:52:00Z</cp:lastPrinted>
  <dcterms:created xsi:type="dcterms:W3CDTF">2020-09-15T02:40:00Z</dcterms:created>
  <dcterms:modified xsi:type="dcterms:W3CDTF">2020-09-15T02:40:00Z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